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3969"/>
        <w:gridCol w:w="1701"/>
        <w:gridCol w:w="1134"/>
        <w:gridCol w:w="3119"/>
        <w:gridCol w:w="1275"/>
        <w:gridCol w:w="1701"/>
      </w:tblGrid>
      <w:tr w:rsidR="00D01C19" w:rsidRPr="00A66745" w:rsidTr="004B264F">
        <w:trPr>
          <w:trHeight w:val="596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D91BCB" w:rsidP="005272F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Jrk</w:t>
            </w:r>
            <w:proofErr w:type="spellEnd"/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D91BCB" w:rsidP="004B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Köide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F01AE2" w:rsidP="004B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Joonise</w:t>
            </w:r>
            <w:r w:rsidR="00D91BCB" w:rsidRPr="006267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nimetus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8F3345" w:rsidP="004B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Eriosa tunnus – joonise nr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D91BCB" w:rsidP="004B264F">
            <w:pPr>
              <w:ind w:left="-289" w:firstLine="28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Lehti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D91BCB" w:rsidP="004B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Faili nimi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D91BCB" w:rsidP="004B264F">
            <w:pPr>
              <w:pStyle w:val="Pealkiri3"/>
              <w:rPr>
                <w:sz w:val="18"/>
                <w:szCs w:val="18"/>
              </w:rPr>
            </w:pPr>
            <w:r w:rsidRPr="00626793">
              <w:rPr>
                <w:sz w:val="18"/>
                <w:szCs w:val="18"/>
              </w:rPr>
              <w:t>Kuupäev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9E5" w:rsidRPr="00626793" w:rsidRDefault="00D91BCB" w:rsidP="004B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6793">
              <w:rPr>
                <w:rFonts w:ascii="Arial" w:hAnsi="Arial" w:cs="Arial"/>
                <w:b/>
                <w:bCs/>
                <w:sz w:val="18"/>
                <w:szCs w:val="18"/>
              </w:rPr>
              <w:t>Seisund</w:t>
            </w:r>
          </w:p>
        </w:tc>
      </w:tr>
      <w:tr w:rsidR="0048741C" w:rsidRPr="00A66745" w:rsidTr="009B77F9">
        <w:tc>
          <w:tcPr>
            <w:tcW w:w="14884" w:type="dxa"/>
            <w:gridSpan w:val="8"/>
            <w:vAlign w:val="center"/>
          </w:tcPr>
          <w:p w:rsidR="0048741C" w:rsidRDefault="0048741C" w:rsidP="000402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 Ülddokumendid</w:t>
            </w:r>
          </w:p>
        </w:tc>
      </w:tr>
      <w:tr w:rsidR="005272FA" w:rsidRPr="00A66745" w:rsidTr="00040295">
        <w:tc>
          <w:tcPr>
            <w:tcW w:w="851" w:type="dxa"/>
            <w:vAlign w:val="center"/>
          </w:tcPr>
          <w:p w:rsidR="005272FA" w:rsidRPr="00626793" w:rsidRDefault="005272FA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272FA" w:rsidRPr="00626793" w:rsidRDefault="005272FA" w:rsidP="00E37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5272FA" w:rsidRPr="005272FA" w:rsidRDefault="0048741C" w:rsidP="00406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Dokumentide </w:t>
            </w:r>
            <w:r w:rsidR="00406753">
              <w:rPr>
                <w:rFonts w:ascii="Arial" w:hAnsi="Arial" w:cs="Arial"/>
                <w:sz w:val="18"/>
                <w:szCs w:val="18"/>
              </w:rPr>
              <w:t>loetelu</w:t>
            </w:r>
          </w:p>
        </w:tc>
        <w:tc>
          <w:tcPr>
            <w:tcW w:w="1701" w:type="dxa"/>
            <w:vAlign w:val="center"/>
          </w:tcPr>
          <w:p w:rsidR="005272FA" w:rsidRDefault="00E76289" w:rsidP="007D1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</w:t>
            </w:r>
            <w:r w:rsidR="0048741C">
              <w:rPr>
                <w:rFonts w:ascii="Arial" w:hAnsi="Arial" w:cs="Arial"/>
                <w:sz w:val="18"/>
                <w:szCs w:val="18"/>
              </w:rPr>
              <w:t>-0-02</w:t>
            </w:r>
          </w:p>
        </w:tc>
        <w:tc>
          <w:tcPr>
            <w:tcW w:w="1134" w:type="dxa"/>
            <w:vAlign w:val="center"/>
          </w:tcPr>
          <w:p w:rsidR="005272FA" w:rsidRDefault="005272FA" w:rsidP="00040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5272FA" w:rsidRDefault="009207C7" w:rsidP="00E762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E76289">
              <w:rPr>
                <w:rFonts w:ascii="Arial" w:hAnsi="Arial" w:cs="Arial"/>
                <w:sz w:val="18"/>
                <w:szCs w:val="18"/>
              </w:rPr>
              <w:t>_PP_TS-0-02_D</w:t>
            </w:r>
            <w:r w:rsidR="0048741C">
              <w:rPr>
                <w:rFonts w:ascii="Arial" w:hAnsi="Arial" w:cs="Arial"/>
                <w:sz w:val="18"/>
                <w:szCs w:val="18"/>
              </w:rPr>
              <w:t>ok-</w:t>
            </w:r>
            <w:r w:rsidR="00E76289">
              <w:rPr>
                <w:rFonts w:ascii="Arial" w:hAnsi="Arial" w:cs="Arial"/>
                <w:sz w:val="18"/>
                <w:szCs w:val="18"/>
              </w:rPr>
              <w:t>loetelu</w:t>
            </w:r>
            <w:r w:rsidR="0048741C">
              <w:rPr>
                <w:rFonts w:ascii="Arial" w:hAnsi="Arial" w:cs="Arial"/>
                <w:sz w:val="18"/>
                <w:szCs w:val="18"/>
              </w:rPr>
              <w:t>.pdf</w:t>
            </w:r>
          </w:p>
        </w:tc>
        <w:tc>
          <w:tcPr>
            <w:tcW w:w="1275" w:type="dxa"/>
            <w:vAlign w:val="center"/>
          </w:tcPr>
          <w:p w:rsidR="00E76289" w:rsidRDefault="00D016E5" w:rsidP="000402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222C97">
              <w:rPr>
                <w:rFonts w:ascii="Arial" w:hAnsi="Arial" w:cs="Arial"/>
                <w:sz w:val="18"/>
                <w:szCs w:val="18"/>
              </w:rPr>
              <w:t>.11.2016</w:t>
            </w:r>
          </w:p>
        </w:tc>
        <w:tc>
          <w:tcPr>
            <w:tcW w:w="1701" w:type="dxa"/>
            <w:vAlign w:val="center"/>
          </w:tcPr>
          <w:p w:rsidR="005272FA" w:rsidRPr="00626793" w:rsidRDefault="005272FA" w:rsidP="000402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48741C" w:rsidRPr="0048741C" w:rsidTr="009B77F9">
        <w:tc>
          <w:tcPr>
            <w:tcW w:w="14884" w:type="dxa"/>
            <w:gridSpan w:val="8"/>
            <w:vAlign w:val="center"/>
          </w:tcPr>
          <w:p w:rsidR="0048741C" w:rsidRDefault="0048741C" w:rsidP="000402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Seletuskirjad</w:t>
            </w:r>
          </w:p>
        </w:tc>
      </w:tr>
      <w:tr w:rsidR="0048741C" w:rsidRPr="00A66745" w:rsidTr="00040295">
        <w:tc>
          <w:tcPr>
            <w:tcW w:w="851" w:type="dxa"/>
            <w:vAlign w:val="center"/>
          </w:tcPr>
          <w:p w:rsidR="0048741C" w:rsidRPr="00626793" w:rsidRDefault="0048741C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8741C" w:rsidRPr="00626793" w:rsidRDefault="0048741C" w:rsidP="00E37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48741C" w:rsidRPr="003843DD" w:rsidRDefault="009207C7" w:rsidP="005272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8741C">
              <w:rPr>
                <w:rFonts w:ascii="Arial" w:hAnsi="Arial" w:cs="Arial"/>
                <w:sz w:val="18"/>
                <w:szCs w:val="18"/>
              </w:rPr>
              <w:t>eletuskiri</w:t>
            </w:r>
          </w:p>
        </w:tc>
        <w:tc>
          <w:tcPr>
            <w:tcW w:w="1701" w:type="dxa"/>
            <w:vAlign w:val="center"/>
          </w:tcPr>
          <w:p w:rsidR="0048741C" w:rsidRDefault="001C23DF" w:rsidP="007D1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</w:t>
            </w:r>
            <w:r w:rsidR="0048741C">
              <w:rPr>
                <w:rFonts w:ascii="Arial" w:hAnsi="Arial" w:cs="Arial"/>
                <w:sz w:val="18"/>
                <w:szCs w:val="18"/>
              </w:rPr>
              <w:t>-3-01</w:t>
            </w:r>
          </w:p>
        </w:tc>
        <w:tc>
          <w:tcPr>
            <w:tcW w:w="1134" w:type="dxa"/>
            <w:vAlign w:val="center"/>
          </w:tcPr>
          <w:p w:rsidR="0048741C" w:rsidRDefault="0048741C" w:rsidP="00040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48741C" w:rsidRDefault="009207C7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1C23DF">
              <w:rPr>
                <w:rFonts w:ascii="Arial" w:hAnsi="Arial" w:cs="Arial"/>
                <w:sz w:val="18"/>
                <w:szCs w:val="18"/>
              </w:rPr>
              <w:t>_PP_TS</w:t>
            </w:r>
            <w:r w:rsidR="00E76289">
              <w:rPr>
                <w:rFonts w:ascii="Arial" w:hAnsi="Arial" w:cs="Arial"/>
                <w:sz w:val="18"/>
                <w:szCs w:val="18"/>
              </w:rPr>
              <w:t>-3-01_S</w:t>
            </w:r>
            <w:r w:rsidR="0048741C">
              <w:rPr>
                <w:rFonts w:ascii="Arial" w:hAnsi="Arial" w:cs="Arial"/>
                <w:sz w:val="18"/>
                <w:szCs w:val="18"/>
              </w:rPr>
              <w:t>eletus</w:t>
            </w:r>
            <w:r w:rsidR="00E76289">
              <w:rPr>
                <w:rFonts w:ascii="Arial" w:hAnsi="Arial" w:cs="Arial"/>
                <w:sz w:val="18"/>
                <w:szCs w:val="18"/>
              </w:rPr>
              <w:t>kiri</w:t>
            </w:r>
            <w:r w:rsidR="0048741C">
              <w:rPr>
                <w:rFonts w:ascii="Arial" w:hAnsi="Arial" w:cs="Arial"/>
                <w:sz w:val="18"/>
                <w:szCs w:val="18"/>
              </w:rPr>
              <w:t>.pdf</w:t>
            </w:r>
          </w:p>
        </w:tc>
        <w:tc>
          <w:tcPr>
            <w:tcW w:w="1275" w:type="dxa"/>
            <w:vAlign w:val="center"/>
          </w:tcPr>
          <w:p w:rsidR="0048741C" w:rsidRDefault="00D016E5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="00222C97">
              <w:rPr>
                <w:rFonts w:ascii="Arial" w:hAnsi="Arial" w:cs="Arial"/>
                <w:sz w:val="18"/>
                <w:szCs w:val="18"/>
              </w:rPr>
              <w:t>.11.2016</w:t>
            </w:r>
          </w:p>
        </w:tc>
        <w:tc>
          <w:tcPr>
            <w:tcW w:w="1701" w:type="dxa"/>
            <w:vAlign w:val="center"/>
          </w:tcPr>
          <w:p w:rsidR="0048741C" w:rsidRPr="00626793" w:rsidRDefault="0048741C" w:rsidP="000402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48741C" w:rsidRPr="0048741C" w:rsidTr="009B77F9">
        <w:tc>
          <w:tcPr>
            <w:tcW w:w="14884" w:type="dxa"/>
            <w:gridSpan w:val="8"/>
            <w:vAlign w:val="center"/>
          </w:tcPr>
          <w:p w:rsidR="0048741C" w:rsidRDefault="009207C7" w:rsidP="009207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Üldised </w:t>
            </w:r>
            <w:r w:rsidR="0048741C">
              <w:rPr>
                <w:rFonts w:ascii="Arial" w:hAnsi="Arial" w:cs="Arial"/>
                <w:sz w:val="18"/>
                <w:szCs w:val="18"/>
              </w:rPr>
              <w:t>joonised</w:t>
            </w:r>
          </w:p>
        </w:tc>
      </w:tr>
      <w:tr w:rsidR="00E76289" w:rsidRPr="00A66745" w:rsidTr="00BF0F31">
        <w:tc>
          <w:tcPr>
            <w:tcW w:w="851" w:type="dxa"/>
            <w:vAlign w:val="center"/>
          </w:tcPr>
          <w:p w:rsidR="00E76289" w:rsidRPr="00626793" w:rsidRDefault="00E76289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76289" w:rsidRPr="00626793" w:rsidRDefault="00E76289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76289" w:rsidRPr="003843DD" w:rsidRDefault="009207C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Silla vaade ja plaan</w:t>
            </w:r>
          </w:p>
        </w:tc>
        <w:tc>
          <w:tcPr>
            <w:tcW w:w="1701" w:type="dxa"/>
            <w:vAlign w:val="center"/>
          </w:tcPr>
          <w:p w:rsidR="00E76289" w:rsidRDefault="009207C7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TS-4</w:t>
            </w:r>
            <w:r w:rsidR="00E76289">
              <w:rPr>
                <w:rFonts w:ascii="Arial" w:hAnsi="Arial" w:cs="Arial"/>
                <w:sz w:val="18"/>
                <w:szCs w:val="18"/>
              </w:rPr>
              <w:t>-01</w:t>
            </w:r>
          </w:p>
        </w:tc>
        <w:tc>
          <w:tcPr>
            <w:tcW w:w="1134" w:type="dxa"/>
            <w:vAlign w:val="center"/>
          </w:tcPr>
          <w:p w:rsidR="00E76289" w:rsidRDefault="00E76289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E76289" w:rsidRDefault="009207C7" w:rsidP="009207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298_PP_TS-4</w:t>
            </w:r>
            <w:r w:rsidR="00E76289">
              <w:rPr>
                <w:rFonts w:ascii="Arial" w:hAnsi="Arial" w:cs="Arial"/>
                <w:sz w:val="18"/>
                <w:szCs w:val="18"/>
              </w:rPr>
              <w:t>-01_</w:t>
            </w:r>
            <w:r>
              <w:rPr>
                <w:rFonts w:ascii="Arial" w:hAnsi="Arial" w:cs="Arial"/>
                <w:sz w:val="18"/>
                <w:szCs w:val="18"/>
              </w:rPr>
              <w:t xml:space="preserve">Silla vaade ja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plaan</w:t>
            </w:r>
            <w:r w:rsidR="00E76289"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E76289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E76289" w:rsidRPr="00626793" w:rsidRDefault="00E76289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B54506" w:rsidRPr="00A66745" w:rsidTr="00BF0F31">
        <w:tc>
          <w:tcPr>
            <w:tcW w:w="851" w:type="dxa"/>
            <w:vAlign w:val="center"/>
          </w:tcPr>
          <w:p w:rsidR="00B54506" w:rsidRPr="00626793" w:rsidRDefault="00B54506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54506" w:rsidRDefault="00B54506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B54506" w:rsidRDefault="00B54506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Ristlõige A-A aja B-B</w:t>
            </w:r>
          </w:p>
        </w:tc>
        <w:tc>
          <w:tcPr>
            <w:tcW w:w="1701" w:type="dxa"/>
            <w:vAlign w:val="center"/>
          </w:tcPr>
          <w:p w:rsidR="00B54506" w:rsidRDefault="00B54506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TS-4-0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54506" w:rsidRDefault="00B54506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B54506" w:rsidRDefault="00B54506" w:rsidP="00B545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298_PP_TS-4</w:t>
            </w:r>
            <w:r>
              <w:rPr>
                <w:rFonts w:ascii="Arial" w:hAnsi="Arial" w:cs="Arial"/>
                <w:sz w:val="18"/>
                <w:szCs w:val="18"/>
              </w:rPr>
              <w:t>-02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Ristlõige A-A ja B-B</w:t>
            </w:r>
          </w:p>
        </w:tc>
        <w:tc>
          <w:tcPr>
            <w:tcW w:w="1275" w:type="dxa"/>
            <w:vAlign w:val="center"/>
          </w:tcPr>
          <w:p w:rsidR="00B54506" w:rsidRDefault="00B54506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B54506" w:rsidRDefault="00B54506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48741C" w:rsidRPr="0048741C" w:rsidTr="009B77F9">
        <w:tc>
          <w:tcPr>
            <w:tcW w:w="14884" w:type="dxa"/>
            <w:gridSpan w:val="8"/>
            <w:vAlign w:val="center"/>
          </w:tcPr>
          <w:p w:rsidR="0048741C" w:rsidRDefault="00B54506" w:rsidP="00B545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741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Sambad</w:t>
            </w:r>
          </w:p>
        </w:tc>
      </w:tr>
      <w:tr w:rsidR="00E76289" w:rsidRPr="00A66745" w:rsidTr="009B77F9">
        <w:tc>
          <w:tcPr>
            <w:tcW w:w="851" w:type="dxa"/>
            <w:vAlign w:val="center"/>
          </w:tcPr>
          <w:p w:rsidR="00E76289" w:rsidRPr="00626793" w:rsidRDefault="00E76289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76289" w:rsidRPr="00626793" w:rsidRDefault="00E7628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76289" w:rsidRPr="003843DD" w:rsidRDefault="00B54506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Kaldasamba mõõtejoonis</w:t>
            </w:r>
          </w:p>
        </w:tc>
        <w:tc>
          <w:tcPr>
            <w:tcW w:w="1701" w:type="dxa"/>
            <w:vAlign w:val="center"/>
          </w:tcPr>
          <w:p w:rsidR="00E76289" w:rsidRDefault="00B54506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TS-5</w:t>
            </w:r>
            <w:r w:rsidR="00E76289">
              <w:rPr>
                <w:rFonts w:ascii="Arial" w:hAnsi="Arial" w:cs="Arial"/>
                <w:sz w:val="18"/>
                <w:szCs w:val="18"/>
              </w:rPr>
              <w:t>-01</w:t>
            </w:r>
          </w:p>
        </w:tc>
        <w:tc>
          <w:tcPr>
            <w:tcW w:w="1134" w:type="dxa"/>
            <w:vAlign w:val="center"/>
          </w:tcPr>
          <w:p w:rsidR="00E76289" w:rsidRDefault="00E7628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E76289" w:rsidRDefault="00B54506" w:rsidP="00B545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298_PP_TS-5</w:t>
            </w:r>
            <w:r w:rsidR="00E76289">
              <w:rPr>
                <w:rFonts w:ascii="Arial" w:hAnsi="Arial" w:cs="Arial"/>
                <w:sz w:val="18"/>
                <w:szCs w:val="18"/>
              </w:rPr>
              <w:t>-01_</w:t>
            </w:r>
            <w:r>
              <w:rPr>
                <w:rFonts w:ascii="Arial" w:hAnsi="Arial" w:cs="Arial"/>
                <w:sz w:val="18"/>
                <w:szCs w:val="18"/>
              </w:rPr>
              <w:t xml:space="preserve">Kaldasamba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mõõtejoonis</w:t>
            </w:r>
            <w:r w:rsidR="00E76289"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E76289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E76289" w:rsidRPr="00626793" w:rsidRDefault="00E76289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E76289" w:rsidRPr="00A66745" w:rsidTr="009B77F9">
        <w:tc>
          <w:tcPr>
            <w:tcW w:w="851" w:type="dxa"/>
            <w:vAlign w:val="center"/>
          </w:tcPr>
          <w:p w:rsidR="00E76289" w:rsidRPr="00626793" w:rsidRDefault="00E76289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76289" w:rsidRPr="00626793" w:rsidRDefault="00E7628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76289" w:rsidRPr="003843DD" w:rsidRDefault="00B54506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Kaldasamba sarrustamine</w:t>
            </w:r>
          </w:p>
        </w:tc>
        <w:tc>
          <w:tcPr>
            <w:tcW w:w="1701" w:type="dxa"/>
            <w:vAlign w:val="center"/>
          </w:tcPr>
          <w:p w:rsidR="00E76289" w:rsidRDefault="00E76289" w:rsidP="00B545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</w:t>
            </w:r>
            <w:r w:rsidR="00B5450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-02</w:t>
            </w:r>
          </w:p>
        </w:tc>
        <w:tc>
          <w:tcPr>
            <w:tcW w:w="1134" w:type="dxa"/>
            <w:vAlign w:val="center"/>
          </w:tcPr>
          <w:p w:rsidR="00E76289" w:rsidRDefault="00E7628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E76289" w:rsidRDefault="00B54506" w:rsidP="00B545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E76289">
              <w:rPr>
                <w:rFonts w:ascii="Arial" w:hAnsi="Arial" w:cs="Arial"/>
                <w:sz w:val="18"/>
                <w:szCs w:val="18"/>
              </w:rPr>
              <w:t>_PP_TS-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76289">
              <w:rPr>
                <w:rFonts w:ascii="Arial" w:hAnsi="Arial" w:cs="Arial"/>
                <w:sz w:val="18"/>
                <w:szCs w:val="18"/>
              </w:rPr>
              <w:t>-02_</w:t>
            </w:r>
            <w:r w:rsidR="005E3229">
              <w:rPr>
                <w:rFonts w:ascii="Arial" w:hAnsi="Arial" w:cs="Arial"/>
                <w:sz w:val="18"/>
                <w:szCs w:val="18"/>
              </w:rPr>
              <w:t xml:space="preserve">Kaldasamba </w:t>
            </w:r>
            <w:proofErr w:type="spellStart"/>
            <w:r w:rsidR="005E3229">
              <w:rPr>
                <w:rFonts w:ascii="Arial" w:hAnsi="Arial" w:cs="Arial"/>
                <w:sz w:val="18"/>
                <w:szCs w:val="18"/>
              </w:rPr>
              <w:t>sarrustamine</w:t>
            </w:r>
            <w:r w:rsidR="00A13612"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E76289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E76289" w:rsidRPr="00626793" w:rsidRDefault="00E76289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E76289" w:rsidRPr="00A66745" w:rsidTr="00E76289">
        <w:trPr>
          <w:trHeight w:val="392"/>
        </w:trPr>
        <w:tc>
          <w:tcPr>
            <w:tcW w:w="851" w:type="dxa"/>
            <w:vAlign w:val="center"/>
          </w:tcPr>
          <w:p w:rsidR="00E76289" w:rsidRPr="00626793" w:rsidRDefault="00E76289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76289" w:rsidRPr="00626793" w:rsidRDefault="00E7628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76289" w:rsidRPr="003843DD" w:rsidRDefault="005E3229" w:rsidP="00E762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R/b vai</w:t>
            </w:r>
          </w:p>
        </w:tc>
        <w:tc>
          <w:tcPr>
            <w:tcW w:w="1701" w:type="dxa"/>
            <w:vAlign w:val="center"/>
          </w:tcPr>
          <w:p w:rsidR="00E76289" w:rsidRDefault="005E322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TS-5</w:t>
            </w:r>
            <w:r w:rsidR="00E76289">
              <w:rPr>
                <w:rFonts w:ascii="Arial" w:hAnsi="Arial" w:cs="Arial"/>
                <w:sz w:val="18"/>
                <w:szCs w:val="18"/>
              </w:rPr>
              <w:t>-03</w:t>
            </w:r>
          </w:p>
        </w:tc>
        <w:tc>
          <w:tcPr>
            <w:tcW w:w="1134" w:type="dxa"/>
            <w:vAlign w:val="center"/>
          </w:tcPr>
          <w:p w:rsidR="00E76289" w:rsidRDefault="00E7628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E76289" w:rsidRDefault="005E3229" w:rsidP="005E32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298_PP_TS-5</w:t>
            </w:r>
            <w:r w:rsidR="00E76289">
              <w:rPr>
                <w:rFonts w:ascii="Arial" w:hAnsi="Arial" w:cs="Arial"/>
                <w:sz w:val="18"/>
                <w:szCs w:val="18"/>
              </w:rPr>
              <w:t>-03_</w:t>
            </w:r>
            <w:r w:rsidR="00A85472">
              <w:rPr>
                <w:rFonts w:ascii="Arial" w:hAnsi="Arial" w:cs="Arial"/>
                <w:sz w:val="18"/>
                <w:szCs w:val="18"/>
              </w:rPr>
              <w:t>R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b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vai.</w:t>
            </w:r>
            <w:r w:rsidR="00A13612">
              <w:rPr>
                <w:rFonts w:ascii="Arial" w:hAnsi="Arial" w:cs="Arial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1275" w:type="dxa"/>
            <w:vAlign w:val="center"/>
          </w:tcPr>
          <w:p w:rsidR="00E76289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E76289" w:rsidRPr="00626793" w:rsidRDefault="00E76289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A963BC" w:rsidRPr="00A66745" w:rsidTr="009B77F9">
        <w:tc>
          <w:tcPr>
            <w:tcW w:w="851" w:type="dxa"/>
            <w:vAlign w:val="center"/>
          </w:tcPr>
          <w:p w:rsidR="00A963BC" w:rsidRPr="00626793" w:rsidRDefault="00A963BC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63BC" w:rsidRPr="00626793" w:rsidRDefault="00A963BC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A963BC" w:rsidRPr="003843DD" w:rsidRDefault="00A13612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E3229">
              <w:rPr>
                <w:rFonts w:ascii="Arial" w:hAnsi="Arial" w:cs="Arial"/>
                <w:sz w:val="18"/>
                <w:szCs w:val="18"/>
              </w:rPr>
              <w:t>ealesõiduplaat</w:t>
            </w:r>
          </w:p>
        </w:tc>
        <w:tc>
          <w:tcPr>
            <w:tcW w:w="1701" w:type="dxa"/>
            <w:vAlign w:val="center"/>
          </w:tcPr>
          <w:p w:rsidR="00A963BC" w:rsidRDefault="005E322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TS-5</w:t>
            </w:r>
            <w:r w:rsidR="00A13612">
              <w:rPr>
                <w:rFonts w:ascii="Arial" w:hAnsi="Arial" w:cs="Arial"/>
                <w:sz w:val="18"/>
                <w:szCs w:val="18"/>
              </w:rPr>
              <w:t>-04</w:t>
            </w:r>
          </w:p>
        </w:tc>
        <w:tc>
          <w:tcPr>
            <w:tcW w:w="1134" w:type="dxa"/>
            <w:vAlign w:val="center"/>
          </w:tcPr>
          <w:p w:rsidR="00A963BC" w:rsidRDefault="00A963BC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A963BC" w:rsidRDefault="005E3229" w:rsidP="005E32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298_PP_TS-5</w:t>
            </w:r>
            <w:r w:rsidR="00A13612">
              <w:rPr>
                <w:rFonts w:ascii="Arial" w:hAnsi="Arial" w:cs="Arial"/>
                <w:sz w:val="18"/>
                <w:szCs w:val="18"/>
              </w:rPr>
              <w:t>-04_P</w:t>
            </w:r>
            <w:r>
              <w:rPr>
                <w:rFonts w:ascii="Arial" w:hAnsi="Arial" w:cs="Arial"/>
                <w:sz w:val="18"/>
                <w:szCs w:val="18"/>
              </w:rPr>
              <w:t>ealesõiduplaat</w:t>
            </w:r>
            <w:r w:rsidR="00A13612">
              <w:rPr>
                <w:rFonts w:ascii="Arial" w:hAnsi="Arial" w:cs="Arial"/>
                <w:sz w:val="18"/>
                <w:szCs w:val="18"/>
              </w:rPr>
              <w:t>.pdf</w:t>
            </w:r>
          </w:p>
        </w:tc>
        <w:tc>
          <w:tcPr>
            <w:tcW w:w="1275" w:type="dxa"/>
            <w:vAlign w:val="center"/>
          </w:tcPr>
          <w:p w:rsidR="00A963BC" w:rsidRDefault="00222C97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A963BC" w:rsidRPr="00626793" w:rsidRDefault="00A963BC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5E3229" w:rsidRPr="00A66745" w:rsidTr="009B77F9">
        <w:tc>
          <w:tcPr>
            <w:tcW w:w="851" w:type="dxa"/>
            <w:vAlign w:val="center"/>
          </w:tcPr>
          <w:p w:rsidR="005E3229" w:rsidRPr="00626793" w:rsidRDefault="005E3229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3229" w:rsidRDefault="005E322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E3229" w:rsidRDefault="005E3229" w:rsidP="009B77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E3229" w:rsidRDefault="005E322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3229" w:rsidRDefault="005E3229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5E3229" w:rsidRDefault="005E3229" w:rsidP="00406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E3229" w:rsidRDefault="005E3229" w:rsidP="009B77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E3229" w:rsidRDefault="005E3229" w:rsidP="009B77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229" w:rsidRPr="00A66745" w:rsidTr="00EB2E19">
        <w:tc>
          <w:tcPr>
            <w:tcW w:w="14884" w:type="dxa"/>
            <w:gridSpan w:val="8"/>
            <w:vAlign w:val="center"/>
          </w:tcPr>
          <w:p w:rsidR="005E3229" w:rsidRDefault="005E3229" w:rsidP="005E32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Sillatekk</w:t>
            </w:r>
          </w:p>
        </w:tc>
      </w:tr>
      <w:tr w:rsidR="007C6431" w:rsidRPr="00A66745" w:rsidTr="00BF0F31">
        <w:tc>
          <w:tcPr>
            <w:tcW w:w="851" w:type="dxa"/>
            <w:vAlign w:val="center"/>
          </w:tcPr>
          <w:p w:rsidR="007C6431" w:rsidRPr="00626793" w:rsidRDefault="007C6431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C6431" w:rsidRDefault="005E3229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7C6431" w:rsidRPr="003843DD" w:rsidRDefault="005E3229" w:rsidP="00E60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Kaarsild</w:t>
            </w:r>
          </w:p>
        </w:tc>
        <w:tc>
          <w:tcPr>
            <w:tcW w:w="1701" w:type="dxa"/>
            <w:vAlign w:val="center"/>
          </w:tcPr>
          <w:p w:rsidR="007C6431" w:rsidRDefault="007C6431" w:rsidP="00E60D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TS-6-0</w:t>
            </w:r>
            <w:r w:rsidR="005E32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7C6431" w:rsidRDefault="007C6431" w:rsidP="00E60D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7C6431" w:rsidRDefault="005E3229" w:rsidP="005E32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298_PP_TS-6-01_Kaarsild</w:t>
            </w:r>
            <w:r w:rsidR="007C6431">
              <w:rPr>
                <w:rFonts w:ascii="Arial" w:hAnsi="Arial" w:cs="Arial"/>
                <w:sz w:val="18"/>
                <w:szCs w:val="18"/>
              </w:rPr>
              <w:t>.pdf</w:t>
            </w:r>
          </w:p>
        </w:tc>
        <w:tc>
          <w:tcPr>
            <w:tcW w:w="1275" w:type="dxa"/>
            <w:vAlign w:val="center"/>
          </w:tcPr>
          <w:p w:rsidR="007C6431" w:rsidRDefault="00222C97" w:rsidP="00E60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7C6431" w:rsidRPr="00626793" w:rsidRDefault="007C6431" w:rsidP="00E60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7C6431" w:rsidRPr="00A66745" w:rsidTr="00BF0F31">
        <w:tc>
          <w:tcPr>
            <w:tcW w:w="851" w:type="dxa"/>
            <w:vAlign w:val="center"/>
          </w:tcPr>
          <w:p w:rsidR="007C6431" w:rsidRPr="00626793" w:rsidRDefault="007C6431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C6431" w:rsidRDefault="005E3229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7C6431" w:rsidRDefault="005E3229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Kaarsilla lõiked</w:t>
            </w:r>
          </w:p>
        </w:tc>
        <w:tc>
          <w:tcPr>
            <w:tcW w:w="1701" w:type="dxa"/>
            <w:vAlign w:val="center"/>
          </w:tcPr>
          <w:p w:rsidR="007C6431" w:rsidRDefault="007C6431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TS-6-0</w:t>
            </w:r>
            <w:r w:rsidR="005E32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7C6431" w:rsidRDefault="005E3229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7C6431" w:rsidRDefault="005E3229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298_PP_TS-6-0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 xml:space="preserve">Kaarsilla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lõiked</w:t>
            </w:r>
            <w:r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7C6431" w:rsidRDefault="005E3229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7C6431" w:rsidRDefault="005E3229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A13612" w:rsidRPr="00A66745" w:rsidTr="00BF0F31">
        <w:tc>
          <w:tcPr>
            <w:tcW w:w="851" w:type="dxa"/>
            <w:vAlign w:val="center"/>
          </w:tcPr>
          <w:p w:rsidR="00A13612" w:rsidRPr="00626793" w:rsidRDefault="00A13612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13612" w:rsidRPr="00626793" w:rsidRDefault="00A13612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A13612" w:rsidRPr="003843DD" w:rsidRDefault="005E3229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Sillateki sarrustamine</w:t>
            </w:r>
          </w:p>
        </w:tc>
        <w:tc>
          <w:tcPr>
            <w:tcW w:w="1701" w:type="dxa"/>
            <w:vAlign w:val="center"/>
          </w:tcPr>
          <w:p w:rsidR="00A13612" w:rsidRDefault="00A13612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TS-6-0</w:t>
            </w:r>
            <w:r w:rsidR="005E322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13612" w:rsidRDefault="00A13612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A13612" w:rsidRDefault="005E3229" w:rsidP="005E32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A13612">
              <w:rPr>
                <w:rFonts w:ascii="Arial" w:hAnsi="Arial" w:cs="Arial"/>
                <w:sz w:val="18"/>
                <w:szCs w:val="18"/>
              </w:rPr>
              <w:t>_PP_TS-6-0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13612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 xml:space="preserve">Sillateki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sarrustamine</w:t>
            </w:r>
            <w:r w:rsidR="00A13612"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A13612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A13612" w:rsidRPr="00626793" w:rsidRDefault="00A13612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A963BC" w:rsidRPr="0048741C" w:rsidTr="009B77F9">
        <w:tc>
          <w:tcPr>
            <w:tcW w:w="14884" w:type="dxa"/>
            <w:gridSpan w:val="8"/>
            <w:vAlign w:val="center"/>
          </w:tcPr>
          <w:p w:rsidR="00A963BC" w:rsidRDefault="00A963BC" w:rsidP="00A963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 Muud joonised</w:t>
            </w:r>
          </w:p>
        </w:tc>
      </w:tr>
      <w:tr w:rsidR="000F15CE" w:rsidRPr="00A66745" w:rsidTr="009B77F9">
        <w:tc>
          <w:tcPr>
            <w:tcW w:w="851" w:type="dxa"/>
            <w:vAlign w:val="center"/>
          </w:tcPr>
          <w:p w:rsidR="000F15CE" w:rsidRPr="00626793" w:rsidRDefault="000F15CE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5CE" w:rsidRPr="00626793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0F15CE" w:rsidRPr="003843DD" w:rsidRDefault="000677E6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Pinnavee toru</w:t>
            </w:r>
          </w:p>
        </w:tc>
        <w:tc>
          <w:tcPr>
            <w:tcW w:w="1701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TS-7-01</w:t>
            </w:r>
          </w:p>
        </w:tc>
        <w:tc>
          <w:tcPr>
            <w:tcW w:w="1134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0F15CE" w:rsidRDefault="000677E6" w:rsidP="00067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0F15CE">
              <w:rPr>
                <w:rFonts w:ascii="Arial" w:hAnsi="Arial" w:cs="Arial"/>
                <w:sz w:val="18"/>
                <w:szCs w:val="18"/>
              </w:rPr>
              <w:t>_PP_TS-7-01_</w:t>
            </w:r>
            <w:r>
              <w:rPr>
                <w:rFonts w:ascii="Arial" w:hAnsi="Arial" w:cs="Arial"/>
                <w:sz w:val="18"/>
                <w:szCs w:val="18"/>
              </w:rPr>
              <w:t xml:space="preserve">Pinnavee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toru</w:t>
            </w:r>
            <w:r w:rsidR="000F15CE"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0F15CE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0F15CE" w:rsidRPr="00626793" w:rsidRDefault="000F15CE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0F15CE" w:rsidRPr="00A66745" w:rsidTr="009B77F9">
        <w:tc>
          <w:tcPr>
            <w:tcW w:w="851" w:type="dxa"/>
            <w:vAlign w:val="center"/>
          </w:tcPr>
          <w:p w:rsidR="000F15CE" w:rsidRPr="00626793" w:rsidRDefault="000F15CE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0F15CE" w:rsidRPr="003843DD" w:rsidRDefault="000F15CE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Tug</w:t>
            </w:r>
            <w:r w:rsidR="000677E6">
              <w:rPr>
                <w:rFonts w:ascii="Arial" w:hAnsi="Arial" w:cs="Arial"/>
                <w:sz w:val="18"/>
                <w:szCs w:val="18"/>
              </w:rPr>
              <w:t>iplaat kaldasambal</w:t>
            </w:r>
          </w:p>
        </w:tc>
        <w:tc>
          <w:tcPr>
            <w:tcW w:w="1701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TS-7-02</w:t>
            </w:r>
          </w:p>
        </w:tc>
        <w:tc>
          <w:tcPr>
            <w:tcW w:w="1134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0F15CE" w:rsidRDefault="000677E6" w:rsidP="00067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0F15CE">
              <w:rPr>
                <w:rFonts w:ascii="Arial" w:hAnsi="Arial" w:cs="Arial"/>
                <w:sz w:val="18"/>
                <w:szCs w:val="18"/>
              </w:rPr>
              <w:t>_PP_TS-7-02_</w:t>
            </w:r>
            <w:r>
              <w:rPr>
                <w:rFonts w:ascii="Arial" w:hAnsi="Arial" w:cs="Arial"/>
                <w:sz w:val="18"/>
                <w:szCs w:val="18"/>
              </w:rPr>
              <w:t xml:space="preserve">Tugiplaat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kaldasambal</w:t>
            </w:r>
            <w:r w:rsidR="000F15CE">
              <w:rPr>
                <w:rFonts w:ascii="Arial" w:hAnsi="Arial" w:cs="Arial"/>
                <w:sz w:val="18"/>
                <w:szCs w:val="18"/>
              </w:rPr>
              <w:t>.pdf</w:t>
            </w:r>
            <w:proofErr w:type="spellEnd"/>
          </w:p>
        </w:tc>
        <w:tc>
          <w:tcPr>
            <w:tcW w:w="1275" w:type="dxa"/>
            <w:vAlign w:val="center"/>
          </w:tcPr>
          <w:p w:rsidR="000F15CE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0F15CE" w:rsidRDefault="000F15CE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0D40F0" w:rsidRPr="0048741C" w:rsidTr="009B77F9">
        <w:tc>
          <w:tcPr>
            <w:tcW w:w="14884" w:type="dxa"/>
            <w:gridSpan w:val="8"/>
            <w:vAlign w:val="center"/>
          </w:tcPr>
          <w:p w:rsidR="000D40F0" w:rsidRDefault="00644890" w:rsidP="000D4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0D40F0">
              <w:rPr>
                <w:rFonts w:ascii="Arial" w:hAnsi="Arial" w:cs="Arial"/>
                <w:sz w:val="18"/>
                <w:szCs w:val="18"/>
              </w:rPr>
              <w:t>. Spetsifikatsioonid, mahtude loetelud jms</w:t>
            </w:r>
          </w:p>
        </w:tc>
      </w:tr>
      <w:tr w:rsidR="00CF2E12" w:rsidRPr="00A66745" w:rsidTr="009B77F9">
        <w:tc>
          <w:tcPr>
            <w:tcW w:w="851" w:type="dxa"/>
            <w:vAlign w:val="center"/>
          </w:tcPr>
          <w:p w:rsidR="00CF2E12" w:rsidRPr="00626793" w:rsidRDefault="00CF2E12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F2E12" w:rsidRDefault="00CF2E12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CF2E12" w:rsidRDefault="00CF2E12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Mahutabel</w:t>
            </w:r>
          </w:p>
        </w:tc>
        <w:tc>
          <w:tcPr>
            <w:tcW w:w="1701" w:type="dxa"/>
            <w:vAlign w:val="center"/>
          </w:tcPr>
          <w:p w:rsidR="00CF2E12" w:rsidRDefault="00CF2E12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TS-8-0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F2E12" w:rsidRDefault="00CF2E12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CF2E12" w:rsidRDefault="00CF2E12" w:rsidP="000F15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298_PP_TS-8-01_Mahutabel.pdf</w:t>
            </w:r>
          </w:p>
        </w:tc>
        <w:tc>
          <w:tcPr>
            <w:tcW w:w="1275" w:type="dxa"/>
            <w:vAlign w:val="center"/>
          </w:tcPr>
          <w:p w:rsidR="00CF2E12" w:rsidRDefault="00CF2E12" w:rsidP="00D016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016E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.11.2016</w:t>
            </w:r>
          </w:p>
        </w:tc>
        <w:tc>
          <w:tcPr>
            <w:tcW w:w="1701" w:type="dxa"/>
            <w:vAlign w:val="center"/>
          </w:tcPr>
          <w:p w:rsidR="00CF2E12" w:rsidRDefault="00CF2E12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0F15CE" w:rsidRPr="00A66745" w:rsidTr="009B77F9">
        <w:tc>
          <w:tcPr>
            <w:tcW w:w="851" w:type="dxa"/>
            <w:vAlign w:val="center"/>
          </w:tcPr>
          <w:p w:rsidR="000F15CE" w:rsidRPr="00626793" w:rsidRDefault="000F15CE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5CE" w:rsidRPr="00626793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0F15CE" w:rsidRPr="003843DD" w:rsidRDefault="00CF2E12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AS-20</w:t>
            </w:r>
          </w:p>
        </w:tc>
        <w:tc>
          <w:tcPr>
            <w:tcW w:w="1701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TS-8-0</w:t>
            </w:r>
            <w:r w:rsidR="00E24BD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0F15CE" w:rsidRDefault="00CF2E12" w:rsidP="00CF2E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298_PP_TS-8-02</w:t>
            </w:r>
            <w:r w:rsidR="000F15CE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AS-20</w:t>
            </w:r>
            <w:r w:rsidR="000F15CE">
              <w:rPr>
                <w:rFonts w:ascii="Arial" w:hAnsi="Arial" w:cs="Arial"/>
                <w:sz w:val="18"/>
                <w:szCs w:val="18"/>
              </w:rPr>
              <w:t>-sarrus.pdf</w:t>
            </w:r>
          </w:p>
        </w:tc>
        <w:tc>
          <w:tcPr>
            <w:tcW w:w="1275" w:type="dxa"/>
            <w:vAlign w:val="center"/>
          </w:tcPr>
          <w:p w:rsidR="000F15CE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0F15CE" w:rsidRPr="00626793" w:rsidRDefault="000F15CE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0F15CE" w:rsidRPr="00A66745" w:rsidTr="009B77F9">
        <w:tc>
          <w:tcPr>
            <w:tcW w:w="851" w:type="dxa"/>
            <w:vAlign w:val="center"/>
          </w:tcPr>
          <w:p w:rsidR="000F15CE" w:rsidRPr="00626793" w:rsidRDefault="000F15CE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0F15CE" w:rsidRPr="003843DD" w:rsidRDefault="00CF2E12" w:rsidP="00CF2E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AS-21</w:t>
            </w:r>
          </w:p>
        </w:tc>
        <w:tc>
          <w:tcPr>
            <w:tcW w:w="1701" w:type="dxa"/>
            <w:vAlign w:val="center"/>
          </w:tcPr>
          <w:p w:rsidR="000F15CE" w:rsidRDefault="000F15CE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TS-8-0</w:t>
            </w:r>
            <w:r w:rsidR="00E24BD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F15CE" w:rsidRDefault="000F15CE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0F15CE" w:rsidRDefault="00CF2E12" w:rsidP="00CD5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</w:t>
            </w:r>
            <w:r w:rsidR="00E24BDE">
              <w:rPr>
                <w:rFonts w:ascii="Arial" w:hAnsi="Arial" w:cs="Arial"/>
                <w:sz w:val="18"/>
                <w:szCs w:val="18"/>
              </w:rPr>
              <w:t>_PP_TS-8-03</w:t>
            </w:r>
            <w:r w:rsidR="000F15CE">
              <w:rPr>
                <w:rFonts w:ascii="Arial" w:hAnsi="Arial" w:cs="Arial"/>
                <w:sz w:val="18"/>
                <w:szCs w:val="18"/>
              </w:rPr>
              <w:t>_</w:t>
            </w:r>
            <w:r w:rsidR="00CD541B">
              <w:rPr>
                <w:rFonts w:ascii="Arial" w:hAnsi="Arial" w:cs="Arial"/>
                <w:sz w:val="18"/>
                <w:szCs w:val="18"/>
              </w:rPr>
              <w:t>AS-21</w:t>
            </w:r>
            <w:r w:rsidR="000F15CE">
              <w:rPr>
                <w:rFonts w:ascii="Arial" w:hAnsi="Arial" w:cs="Arial"/>
                <w:sz w:val="18"/>
                <w:szCs w:val="18"/>
              </w:rPr>
              <w:t>-sarrus.pdf</w:t>
            </w:r>
          </w:p>
        </w:tc>
        <w:tc>
          <w:tcPr>
            <w:tcW w:w="1275" w:type="dxa"/>
            <w:vAlign w:val="center"/>
          </w:tcPr>
          <w:p w:rsidR="000F15CE" w:rsidRDefault="00222C97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24.11.2016</w:t>
            </w:r>
          </w:p>
        </w:tc>
        <w:tc>
          <w:tcPr>
            <w:tcW w:w="1701" w:type="dxa"/>
            <w:vAlign w:val="center"/>
          </w:tcPr>
          <w:p w:rsidR="000F15CE" w:rsidRDefault="000F15CE" w:rsidP="009B77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Kehtiv</w:t>
            </w:r>
          </w:p>
        </w:tc>
      </w:tr>
      <w:tr w:rsidR="00222C97" w:rsidRPr="00A66745" w:rsidTr="009B77F9">
        <w:tc>
          <w:tcPr>
            <w:tcW w:w="851" w:type="dxa"/>
            <w:vAlign w:val="center"/>
          </w:tcPr>
          <w:p w:rsidR="00222C97" w:rsidRPr="00626793" w:rsidRDefault="00222C97" w:rsidP="00A13612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2C97" w:rsidRDefault="00222C97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22C97" w:rsidRPr="003843DD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22C97" w:rsidRDefault="00222C97" w:rsidP="00BF0F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22C97" w:rsidRDefault="00222C97" w:rsidP="009B77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22C97" w:rsidRDefault="00222C97" w:rsidP="00BF0F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222C97" w:rsidRDefault="00222C97" w:rsidP="009B77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22C97" w:rsidRDefault="00222C97" w:rsidP="009B77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C0921" w:rsidRDefault="001C0921" w:rsidP="00291180"/>
    <w:sectPr w:rsidR="001C0921" w:rsidSect="001C4760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209" w:right="1091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7F9" w:rsidRDefault="009B77F9">
      <w:r>
        <w:separator/>
      </w:r>
    </w:p>
  </w:endnote>
  <w:endnote w:type="continuationSeparator" w:id="0">
    <w:p w:rsidR="009B77F9" w:rsidRDefault="009B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F9" w:rsidRDefault="009B77F9" w:rsidP="002E58D3">
    <w:pPr>
      <w:pStyle w:val="Jalus"/>
      <w:pBdr>
        <w:top w:val="single" w:sz="4" w:space="1" w:color="auto"/>
      </w:pBdr>
      <w:rPr>
        <w:rFonts w:ascii="Arial" w:hAnsi="Arial"/>
        <w:sz w:val="20"/>
      </w:rPr>
    </w:pPr>
  </w:p>
  <w:p w:rsidR="009B77F9" w:rsidRDefault="009B77F9" w:rsidP="002E58D3">
    <w:pPr>
      <w:pStyle w:val="Jalus"/>
      <w:pBdr>
        <w:top w:val="single" w:sz="4" w:space="1" w:color="auto"/>
      </w:pBdr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fldChar w:fldCharType="begin"/>
    </w:r>
    <w:r>
      <w:rPr>
        <w:rFonts w:ascii="Arial" w:hAnsi="Arial"/>
        <w:sz w:val="20"/>
      </w:rPr>
      <w:instrText xml:space="preserve"> PAGE </w:instrText>
    </w:r>
    <w:r>
      <w:rPr>
        <w:rFonts w:ascii="Arial" w:hAnsi="Arial"/>
        <w:sz w:val="20"/>
      </w:rPr>
      <w:fldChar w:fldCharType="separate"/>
    </w:r>
    <w:r w:rsidR="00CF2E12">
      <w:rPr>
        <w:rFonts w:ascii="Arial" w:hAnsi="Arial"/>
        <w:noProof/>
        <w:sz w:val="20"/>
      </w:rPr>
      <w:t>2</w:t>
    </w:r>
    <w:r>
      <w:rPr>
        <w:rFonts w:ascii="Arial" w:hAnsi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F9" w:rsidRDefault="009B77F9" w:rsidP="002E58D3">
    <w:pPr>
      <w:pStyle w:val="Jalus"/>
      <w:pBdr>
        <w:top w:val="single" w:sz="4" w:space="1" w:color="auto"/>
      </w:pBdr>
      <w:rPr>
        <w:rFonts w:ascii="Arial" w:hAnsi="Arial"/>
        <w:sz w:val="20"/>
      </w:rPr>
    </w:pPr>
  </w:p>
  <w:p w:rsidR="009B77F9" w:rsidRPr="0075635A" w:rsidRDefault="009B77F9" w:rsidP="002E58D3">
    <w:pPr>
      <w:pStyle w:val="Jalus"/>
      <w:pBdr>
        <w:top w:val="single" w:sz="4" w:space="1" w:color="auto"/>
      </w:pBdr>
      <w:rPr>
        <w:sz w:val="16"/>
        <w:szCs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7F9" w:rsidRDefault="009B77F9">
      <w:r>
        <w:separator/>
      </w:r>
    </w:p>
  </w:footnote>
  <w:footnote w:type="continuationSeparator" w:id="0">
    <w:p w:rsidR="009B77F9" w:rsidRDefault="009B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84" w:type="dxa"/>
      <w:tblInd w:w="-1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954"/>
      <w:gridCol w:w="1701"/>
      <w:gridCol w:w="1134"/>
      <w:gridCol w:w="3119"/>
      <w:gridCol w:w="1275"/>
      <w:gridCol w:w="1701"/>
    </w:tblGrid>
    <w:tr w:rsidR="009B77F9" w:rsidTr="00736094">
      <w:trPr>
        <w:cantSplit/>
        <w:trHeight w:hRule="exact" w:val="170"/>
      </w:trPr>
      <w:tc>
        <w:tcPr>
          <w:tcW w:w="5954" w:type="dxa"/>
          <w:vMerge w:val="restart"/>
          <w:tcBorders>
            <w:right w:val="single" w:sz="4" w:space="0" w:color="auto"/>
          </w:tcBorders>
          <w:vAlign w:val="center"/>
        </w:tcPr>
        <w:p w:rsidR="009B77F9" w:rsidRPr="0015406E" w:rsidRDefault="00FE30F8" w:rsidP="00FE30F8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REIDI TEE (JÕE TÄNAV – RUSSALKA RISTMIK)</w:t>
          </w:r>
        </w:p>
      </w:tc>
      <w:tc>
        <w:tcPr>
          <w:tcW w:w="1701" w:type="dxa"/>
          <w:tcBorders>
            <w:top w:val="single" w:sz="12" w:space="0" w:color="auto"/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77F9" w:rsidRPr="00986880" w:rsidRDefault="009B77F9" w:rsidP="00AC0CCF">
          <w:pPr>
            <w:tabs>
              <w:tab w:val="left" w:pos="880"/>
            </w:tabs>
            <w:jc w:val="both"/>
          </w:pPr>
          <w:r w:rsidRPr="00986880">
            <w:rPr>
              <w:rFonts w:ascii="Arial Narrow" w:hAnsi="Arial Narrow" w:cs="Arial"/>
              <w:sz w:val="12"/>
            </w:rPr>
            <w:t xml:space="preserve"> Projekti nr</w:t>
          </w:r>
        </w:p>
      </w:tc>
      <w:tc>
        <w:tcPr>
          <w:tcW w:w="1134" w:type="dxa"/>
          <w:tcBorders>
            <w:top w:val="single" w:sz="12" w:space="0" w:color="auto"/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77F9" w:rsidRDefault="009B77F9" w:rsidP="00AC0CCF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Staadium</w:t>
          </w:r>
        </w:p>
      </w:tc>
      <w:tc>
        <w:tcPr>
          <w:tcW w:w="3119" w:type="dxa"/>
          <w:tcBorders>
            <w:left w:val="single" w:sz="4" w:space="0" w:color="auto"/>
            <w:right w:val="single" w:sz="4" w:space="0" w:color="auto"/>
          </w:tcBorders>
        </w:tcPr>
        <w:p w:rsidR="009B77F9" w:rsidRDefault="009B77F9" w:rsidP="00AC0CCF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Eriosa</w:t>
          </w:r>
        </w:p>
      </w:tc>
      <w:tc>
        <w:tcPr>
          <w:tcW w:w="1275" w:type="dxa"/>
          <w:tcBorders>
            <w:left w:val="single" w:sz="4" w:space="0" w:color="auto"/>
            <w:right w:val="single" w:sz="4" w:space="0" w:color="auto"/>
          </w:tcBorders>
        </w:tcPr>
        <w:p w:rsidR="009B77F9" w:rsidRDefault="009B77F9" w:rsidP="00AC0CCF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Kuupäev</w:t>
          </w:r>
        </w:p>
      </w:tc>
      <w:tc>
        <w:tcPr>
          <w:tcW w:w="1701" w:type="dxa"/>
          <w:tcBorders>
            <w:left w:val="single" w:sz="4" w:space="0" w:color="auto"/>
          </w:tcBorders>
        </w:tcPr>
        <w:p w:rsidR="009B77F9" w:rsidRDefault="009B77F9" w:rsidP="00AC0CCF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Lehti</w:t>
          </w:r>
        </w:p>
      </w:tc>
    </w:tr>
    <w:tr w:rsidR="009B77F9" w:rsidTr="00D55EF2">
      <w:trPr>
        <w:cantSplit/>
        <w:trHeight w:hRule="exact" w:val="392"/>
      </w:trPr>
      <w:tc>
        <w:tcPr>
          <w:tcW w:w="5954" w:type="dxa"/>
          <w:vMerge/>
          <w:tcBorders>
            <w:right w:val="single" w:sz="4" w:space="0" w:color="auto"/>
          </w:tcBorders>
        </w:tcPr>
        <w:p w:rsidR="009B77F9" w:rsidRPr="00C029D8" w:rsidRDefault="009B77F9" w:rsidP="00E461F3">
          <w:pPr>
            <w:jc w:val="center"/>
            <w:rPr>
              <w:rFonts w:ascii="Arial Narrow" w:hAnsi="Arial Narrow"/>
            </w:rPr>
          </w:pPr>
        </w:p>
      </w:tc>
      <w:tc>
        <w:tcPr>
          <w:tcW w:w="1701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:rsidR="009B77F9" w:rsidRPr="00986880" w:rsidRDefault="00E76289" w:rsidP="00D55EF2">
          <w:pPr>
            <w:jc w:val="center"/>
            <w:rPr>
              <w:rFonts w:ascii="Arial Narrow" w:hAnsi="Arial Narrow"/>
              <w:sz w:val="22"/>
            </w:rPr>
          </w:pPr>
          <w:r>
            <w:rPr>
              <w:rFonts w:ascii="Arial" w:hAnsi="Arial" w:cs="Arial"/>
              <w:bCs/>
              <w:sz w:val="22"/>
            </w:rPr>
            <w:t>15150</w:t>
          </w:r>
        </w:p>
      </w:tc>
      <w:tc>
        <w:tcPr>
          <w:tcW w:w="1134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:rsidR="009B77F9" w:rsidRPr="00736094" w:rsidRDefault="009B77F9" w:rsidP="00AC0CCF">
          <w:pPr>
            <w:jc w:val="center"/>
            <w:rPr>
              <w:rFonts w:ascii="Arial" w:hAnsi="Arial" w:cs="Arial"/>
              <w:bCs/>
              <w:sz w:val="22"/>
            </w:rPr>
          </w:pPr>
          <w:r>
            <w:rPr>
              <w:rFonts w:ascii="Arial" w:hAnsi="Arial" w:cs="Arial"/>
              <w:sz w:val="22"/>
            </w:rPr>
            <w:t>P</w:t>
          </w:r>
          <w:r w:rsidRPr="00736094">
            <w:rPr>
              <w:rFonts w:ascii="Arial" w:hAnsi="Arial" w:cs="Arial"/>
              <w:sz w:val="22"/>
            </w:rPr>
            <w:t>P</w:t>
          </w:r>
        </w:p>
      </w:tc>
      <w:tc>
        <w:tcPr>
          <w:tcW w:w="3119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9B77F9" w:rsidRPr="00986880" w:rsidRDefault="009B77F9" w:rsidP="00AC0CCF">
          <w:pPr>
            <w:jc w:val="center"/>
            <w:rPr>
              <w:rFonts w:ascii="Arial Narrow" w:hAnsi="Arial Narrow"/>
              <w:sz w:val="22"/>
            </w:rPr>
          </w:pPr>
          <w:r>
            <w:rPr>
              <w:rFonts w:ascii="Arial" w:hAnsi="Arial" w:cs="Arial"/>
              <w:sz w:val="22"/>
            </w:rPr>
            <w:t>T</w:t>
          </w:r>
          <w:r w:rsidR="00E76289">
            <w:rPr>
              <w:rFonts w:ascii="Arial" w:hAnsi="Arial" w:cs="Arial"/>
              <w:sz w:val="22"/>
            </w:rPr>
            <w:t>S</w:t>
          </w:r>
        </w:p>
      </w:tc>
      <w:tc>
        <w:tcPr>
          <w:tcW w:w="1275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9B77F9" w:rsidRPr="00986880" w:rsidRDefault="009B77F9" w:rsidP="00CA15D5">
          <w:pPr>
            <w:jc w:val="center"/>
            <w:rPr>
              <w:rFonts w:ascii="Arial Narrow" w:hAnsi="Arial Narrow"/>
              <w:sz w:val="22"/>
            </w:rPr>
          </w:pPr>
          <w:r>
            <w:rPr>
              <w:rFonts w:ascii="Arial Narrow" w:hAnsi="Arial Narrow"/>
              <w:noProof/>
              <w:sz w:val="22"/>
            </w:rPr>
            <w:fldChar w:fldCharType="begin"/>
          </w:r>
          <w:r>
            <w:rPr>
              <w:rFonts w:ascii="Arial Narrow" w:hAnsi="Arial Narrow"/>
              <w:noProof/>
              <w:sz w:val="22"/>
            </w:rPr>
            <w:instrText xml:space="preserve"> TIME \@ "d.MM.yyyy" </w:instrText>
          </w:r>
          <w:r>
            <w:rPr>
              <w:rFonts w:ascii="Arial Narrow" w:hAnsi="Arial Narrow"/>
              <w:noProof/>
              <w:sz w:val="22"/>
            </w:rPr>
            <w:fldChar w:fldCharType="separate"/>
          </w:r>
          <w:r w:rsidR="00A41E47">
            <w:rPr>
              <w:rFonts w:ascii="Arial Narrow" w:hAnsi="Arial Narrow"/>
              <w:noProof/>
              <w:sz w:val="22"/>
            </w:rPr>
            <w:t>30.11.2016</w:t>
          </w:r>
          <w:r>
            <w:rPr>
              <w:rFonts w:ascii="Arial Narrow" w:hAnsi="Arial Narrow"/>
              <w:noProof/>
              <w:sz w:val="22"/>
            </w:rPr>
            <w:fldChar w:fldCharType="end"/>
          </w:r>
        </w:p>
      </w:tc>
      <w:tc>
        <w:tcPr>
          <w:tcW w:w="1701" w:type="dxa"/>
          <w:tcBorders>
            <w:left w:val="single" w:sz="4" w:space="0" w:color="auto"/>
          </w:tcBorders>
          <w:vAlign w:val="center"/>
        </w:tcPr>
        <w:p w:rsidR="009B77F9" w:rsidRPr="00986880" w:rsidRDefault="009B77F9" w:rsidP="00AC0CCF">
          <w:pPr>
            <w:jc w:val="center"/>
            <w:rPr>
              <w:rFonts w:ascii="Arial Narrow" w:hAnsi="Arial Narrow"/>
              <w:sz w:val="22"/>
            </w:rPr>
          </w:pPr>
          <w:r w:rsidRPr="008210CD">
            <w:rPr>
              <w:rFonts w:ascii="Arial" w:hAnsi="Arial" w:cs="Arial"/>
              <w:sz w:val="22"/>
              <w:szCs w:val="22"/>
            </w:rPr>
            <w:fldChar w:fldCharType="begin"/>
          </w:r>
          <w:r w:rsidRPr="008210CD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8210CD">
            <w:rPr>
              <w:rFonts w:ascii="Arial" w:hAnsi="Arial" w:cs="Arial"/>
              <w:sz w:val="22"/>
              <w:szCs w:val="22"/>
            </w:rPr>
            <w:fldChar w:fldCharType="separate"/>
          </w:r>
          <w:r w:rsidR="00CF2E12">
            <w:rPr>
              <w:rFonts w:ascii="Arial" w:hAnsi="Arial" w:cs="Arial"/>
              <w:noProof/>
              <w:sz w:val="22"/>
              <w:szCs w:val="22"/>
            </w:rPr>
            <w:t>2</w:t>
          </w:r>
          <w:r w:rsidRPr="008210CD">
            <w:rPr>
              <w:rFonts w:ascii="Arial" w:hAnsi="Arial" w:cs="Arial"/>
              <w:sz w:val="22"/>
              <w:szCs w:val="22"/>
            </w:rPr>
            <w:fldChar w:fldCharType="end"/>
          </w:r>
          <w:r w:rsidRPr="008210CD">
            <w:rPr>
              <w:rFonts w:ascii="Arial" w:hAnsi="Arial" w:cs="Arial"/>
              <w:sz w:val="22"/>
              <w:szCs w:val="22"/>
            </w:rPr>
            <w:t xml:space="preserve"> / </w:t>
          </w:r>
          <w:r w:rsidRPr="008210CD">
            <w:rPr>
              <w:rFonts w:ascii="Arial" w:hAnsi="Arial" w:cs="Arial"/>
              <w:sz w:val="22"/>
              <w:szCs w:val="22"/>
            </w:rPr>
            <w:fldChar w:fldCharType="begin"/>
          </w:r>
          <w:r w:rsidRPr="008210CD">
            <w:rPr>
              <w:rFonts w:ascii="Arial" w:hAnsi="Arial" w:cs="Arial"/>
              <w:sz w:val="22"/>
              <w:szCs w:val="22"/>
            </w:rPr>
            <w:instrText xml:space="preserve"> NUMPAGES  </w:instrText>
          </w:r>
          <w:r w:rsidRPr="008210CD">
            <w:rPr>
              <w:rFonts w:ascii="Arial" w:hAnsi="Arial" w:cs="Arial"/>
              <w:sz w:val="22"/>
              <w:szCs w:val="22"/>
            </w:rPr>
            <w:fldChar w:fldCharType="separate"/>
          </w:r>
          <w:r w:rsidR="00A41E47">
            <w:rPr>
              <w:rFonts w:ascii="Arial" w:hAnsi="Arial" w:cs="Arial"/>
              <w:noProof/>
              <w:sz w:val="22"/>
              <w:szCs w:val="22"/>
            </w:rPr>
            <w:t>1</w:t>
          </w:r>
          <w:r w:rsidRPr="008210CD">
            <w:rPr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9B77F9" w:rsidRDefault="009B77F9">
    <w:pPr>
      <w:pStyle w:val="Pis"/>
      <w:rPr>
        <w:rFonts w:ascii="Arial Narrow" w:hAnsi="Arial Narrow"/>
        <w:iCs/>
        <w:sz w:val="12"/>
      </w:rPr>
    </w:pPr>
  </w:p>
  <w:p w:rsidR="009B77F9" w:rsidRPr="007442EF" w:rsidRDefault="009B77F9">
    <w:pPr>
      <w:pStyle w:val="Pis"/>
      <w:rPr>
        <w:rFonts w:ascii="Arial Narrow" w:hAnsi="Arial Narrow"/>
        <w:iCs/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F9" w:rsidRDefault="009B77F9">
    <w:pPr>
      <w:pStyle w:val="Pis"/>
      <w:rPr>
        <w:rFonts w:ascii="Arial Narrow" w:hAnsi="Arial Narrow"/>
        <w:iCs/>
        <w:sz w:val="12"/>
      </w:rPr>
    </w:pPr>
  </w:p>
  <w:p w:rsidR="009B77F9" w:rsidRDefault="009B77F9">
    <w:pPr>
      <w:pStyle w:val="Pis"/>
      <w:rPr>
        <w:rFonts w:ascii="Arial Narrow" w:hAnsi="Arial Narrow"/>
        <w:iCs/>
        <w:sz w:val="12"/>
      </w:rPr>
    </w:pPr>
  </w:p>
  <w:tbl>
    <w:tblPr>
      <w:tblW w:w="14904" w:type="dxa"/>
      <w:tblInd w:w="-12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4"/>
      <w:gridCol w:w="36"/>
      <w:gridCol w:w="1069"/>
      <w:gridCol w:w="1189"/>
      <w:gridCol w:w="2864"/>
      <w:gridCol w:w="2016"/>
      <w:gridCol w:w="1383"/>
      <w:gridCol w:w="2594"/>
      <w:gridCol w:w="939"/>
    </w:tblGrid>
    <w:tr w:rsidR="009B77F9" w:rsidTr="00906F1A">
      <w:trPr>
        <w:cantSplit/>
        <w:trHeight w:val="582"/>
      </w:trPr>
      <w:tc>
        <w:tcPr>
          <w:tcW w:w="2814" w:type="dxa"/>
          <w:vMerge w:val="restart"/>
          <w:tcBorders>
            <w:top w:val="single" w:sz="12" w:space="0" w:color="auto"/>
            <w:right w:val="nil"/>
          </w:tcBorders>
        </w:tcPr>
        <w:p w:rsidR="009B77F9" w:rsidRDefault="009B77F9" w:rsidP="00906F1A">
          <w:pPr>
            <w:tabs>
              <w:tab w:val="left" w:pos="540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  <w:p w:rsidR="009B77F9" w:rsidRDefault="009B77F9" w:rsidP="00906F1A">
          <w:pPr>
            <w:tabs>
              <w:tab w:val="left" w:pos="540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Järelpinge inseneribüroo OÜ</w:t>
          </w:r>
        </w:p>
        <w:p w:rsidR="009B77F9" w:rsidRDefault="009B77F9" w:rsidP="00906F1A">
          <w:pPr>
            <w:tabs>
              <w:tab w:val="left" w:pos="540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Narva mnt 63/4</w:t>
          </w:r>
        </w:p>
        <w:p w:rsidR="009B77F9" w:rsidRDefault="009B77F9" w:rsidP="00906F1A">
          <w:pPr>
            <w:tabs>
              <w:tab w:val="left" w:pos="540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Tallinn</w:t>
          </w:r>
        </w:p>
        <w:p w:rsidR="009B77F9" w:rsidRPr="00906F1A" w:rsidRDefault="009B77F9" w:rsidP="00906F1A">
          <w:pPr>
            <w:tabs>
              <w:tab w:val="left" w:pos="540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jarelpinge@jarelpinge.ee</w:t>
          </w:r>
        </w:p>
      </w:tc>
      <w:tc>
        <w:tcPr>
          <w:tcW w:w="36" w:type="dxa"/>
          <w:vMerge w:val="restart"/>
          <w:tcBorders>
            <w:top w:val="single" w:sz="12" w:space="0" w:color="auto"/>
            <w:left w:val="nil"/>
            <w:right w:val="single" w:sz="6" w:space="0" w:color="auto"/>
          </w:tcBorders>
          <w:vAlign w:val="center"/>
        </w:tcPr>
        <w:p w:rsidR="009B77F9" w:rsidRPr="00D01C19" w:rsidRDefault="009B77F9" w:rsidP="008B61E8">
          <w:pPr>
            <w:tabs>
              <w:tab w:val="left" w:pos="540"/>
            </w:tabs>
            <w:jc w:val="center"/>
            <w:rPr>
              <w:rFonts w:ascii="Arial Narrow" w:hAnsi="Arial Narrow" w:cs="Arial"/>
            </w:rPr>
          </w:pPr>
        </w:p>
      </w:tc>
      <w:tc>
        <w:tcPr>
          <w:tcW w:w="1069" w:type="dxa"/>
          <w:tcBorders>
            <w:top w:val="single" w:sz="12" w:space="0" w:color="auto"/>
            <w:left w:val="single" w:sz="6" w:space="0" w:color="auto"/>
            <w:right w:val="nil"/>
          </w:tcBorders>
          <w:vAlign w:val="center"/>
        </w:tcPr>
        <w:p w:rsidR="009B77F9" w:rsidRDefault="009B77F9" w:rsidP="008B61E8">
          <w:pPr>
            <w:rPr>
              <w:rFonts w:ascii="Arial Narrow" w:hAnsi="Arial Narrow"/>
              <w:sz w:val="22"/>
            </w:rPr>
          </w:pPr>
          <w:r>
            <w:rPr>
              <w:rFonts w:ascii="Arial Narrow" w:hAnsi="Arial Narrow" w:cs="Arial"/>
              <w:sz w:val="18"/>
            </w:rPr>
            <w:t xml:space="preserve"> Projektijuht:</w:t>
          </w:r>
        </w:p>
      </w:tc>
      <w:tc>
        <w:tcPr>
          <w:tcW w:w="1189" w:type="dxa"/>
          <w:tcBorders>
            <w:top w:val="single" w:sz="12" w:space="0" w:color="auto"/>
            <w:left w:val="nil"/>
          </w:tcBorders>
          <w:vAlign w:val="center"/>
        </w:tcPr>
        <w:p w:rsidR="009B77F9" w:rsidRPr="00D01C19" w:rsidRDefault="009207C7" w:rsidP="008B61E8">
          <w:p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PRP</w:t>
          </w:r>
        </w:p>
      </w:tc>
      <w:tc>
        <w:tcPr>
          <w:tcW w:w="6263" w:type="dxa"/>
          <w:gridSpan w:val="3"/>
          <w:tcBorders>
            <w:top w:val="single" w:sz="12" w:space="0" w:color="auto"/>
          </w:tcBorders>
          <w:vAlign w:val="center"/>
        </w:tcPr>
        <w:p w:rsidR="009B77F9" w:rsidRPr="004110BA" w:rsidRDefault="009207C7" w:rsidP="0015406E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Uulu-Pärnu kergliiklustee I etapi projekteerimine</w:t>
          </w:r>
        </w:p>
        <w:p w:rsidR="009B77F9" w:rsidRPr="0015406E" w:rsidRDefault="009207C7" w:rsidP="0015406E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Uulu kergliiklussild üle Uulu kanali</w:t>
          </w:r>
        </w:p>
      </w:tc>
      <w:tc>
        <w:tcPr>
          <w:tcW w:w="3533" w:type="dxa"/>
          <w:gridSpan w:val="2"/>
          <w:vAlign w:val="center"/>
        </w:tcPr>
        <w:p w:rsidR="009B77F9" w:rsidRDefault="009B77F9" w:rsidP="003D5720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DOKUMENTIDE</w:t>
          </w:r>
          <w:r w:rsidRPr="00D01C19">
            <w:rPr>
              <w:rFonts w:ascii="Arial" w:hAnsi="Arial" w:cs="Arial"/>
              <w:sz w:val="22"/>
            </w:rPr>
            <w:t xml:space="preserve"> LOETELU</w:t>
          </w:r>
        </w:p>
        <w:p w:rsidR="009B77F9" w:rsidRPr="00D01C19" w:rsidRDefault="009B77F9" w:rsidP="00F145DD">
          <w:pPr>
            <w:jc w:val="center"/>
            <w:rPr>
              <w:rFonts w:ascii="Arial" w:hAnsi="Arial" w:cs="Arial"/>
              <w:sz w:val="22"/>
            </w:rPr>
          </w:pPr>
        </w:p>
      </w:tc>
    </w:tr>
    <w:tr w:rsidR="009B77F9" w:rsidTr="00906F1A">
      <w:trPr>
        <w:cantSplit/>
        <w:trHeight w:hRule="exact" w:val="179"/>
      </w:trPr>
      <w:tc>
        <w:tcPr>
          <w:tcW w:w="2814" w:type="dxa"/>
          <w:vMerge/>
          <w:tcBorders>
            <w:right w:val="nil"/>
          </w:tcBorders>
        </w:tcPr>
        <w:p w:rsidR="009B77F9" w:rsidRPr="00EF2731" w:rsidRDefault="009B77F9" w:rsidP="008B61E8"/>
      </w:tc>
      <w:tc>
        <w:tcPr>
          <w:tcW w:w="36" w:type="dxa"/>
          <w:vMerge/>
          <w:tcBorders>
            <w:left w:val="nil"/>
          </w:tcBorders>
        </w:tcPr>
        <w:p w:rsidR="009B77F9" w:rsidRDefault="009B77F9" w:rsidP="008B61E8">
          <w:pPr>
            <w:jc w:val="center"/>
          </w:pPr>
        </w:p>
      </w:tc>
      <w:tc>
        <w:tcPr>
          <w:tcW w:w="2258" w:type="dxa"/>
          <w:gridSpan w:val="2"/>
          <w:vMerge w:val="restart"/>
          <w:tcBorders>
            <w:top w:val="single" w:sz="6" w:space="0" w:color="auto"/>
          </w:tcBorders>
        </w:tcPr>
        <w:p w:rsidR="009B77F9" w:rsidRPr="00986880" w:rsidRDefault="009B77F9" w:rsidP="008B61E8">
          <w:pPr>
            <w:rPr>
              <w:rFonts w:ascii="Arial Narrow" w:hAnsi="Arial Narrow"/>
              <w:sz w:val="22"/>
              <w:szCs w:val="22"/>
            </w:rPr>
          </w:pPr>
          <w:r>
            <w:rPr>
              <w:rFonts w:ascii="Arial Narrow" w:hAnsi="Arial Narrow" w:cs="Arial"/>
              <w:sz w:val="12"/>
            </w:rPr>
            <w:t xml:space="preserve"> A</w:t>
          </w:r>
          <w:r w:rsidRPr="00200413">
            <w:rPr>
              <w:rFonts w:ascii="Arial Narrow" w:hAnsi="Arial Narrow" w:cs="Arial"/>
              <w:sz w:val="12"/>
            </w:rPr>
            <w:t>llkiri</w:t>
          </w:r>
        </w:p>
      </w:tc>
      <w:tc>
        <w:tcPr>
          <w:tcW w:w="2864" w:type="dxa"/>
          <w:tcBorders>
            <w:top w:val="single" w:sz="6" w:space="0" w:color="auto"/>
            <w:bottom w:val="nil"/>
          </w:tcBorders>
        </w:tcPr>
        <w:p w:rsidR="009B77F9" w:rsidRPr="00986880" w:rsidRDefault="009B77F9" w:rsidP="008B61E8">
          <w:pPr>
            <w:tabs>
              <w:tab w:val="left" w:pos="880"/>
            </w:tabs>
            <w:jc w:val="both"/>
          </w:pPr>
          <w:r w:rsidRPr="00986880">
            <w:rPr>
              <w:rFonts w:ascii="Arial Narrow" w:hAnsi="Arial Narrow" w:cs="Arial"/>
              <w:sz w:val="12"/>
            </w:rPr>
            <w:t xml:space="preserve"> Projekti nr</w:t>
          </w:r>
        </w:p>
      </w:tc>
      <w:tc>
        <w:tcPr>
          <w:tcW w:w="2016" w:type="dxa"/>
          <w:tcBorders>
            <w:top w:val="single" w:sz="6" w:space="0" w:color="auto"/>
            <w:bottom w:val="nil"/>
          </w:tcBorders>
        </w:tcPr>
        <w:p w:rsidR="009B77F9" w:rsidRDefault="009B77F9" w:rsidP="008B61E8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Staadium</w:t>
          </w:r>
        </w:p>
      </w:tc>
      <w:tc>
        <w:tcPr>
          <w:tcW w:w="1383" w:type="dxa"/>
          <w:tcBorders>
            <w:top w:val="single" w:sz="6" w:space="0" w:color="auto"/>
            <w:bottom w:val="nil"/>
            <w:right w:val="single" w:sz="4" w:space="0" w:color="auto"/>
          </w:tcBorders>
        </w:tcPr>
        <w:p w:rsidR="009B77F9" w:rsidRDefault="009B77F9" w:rsidP="008B61E8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Eriosa</w:t>
          </w:r>
        </w:p>
      </w:tc>
      <w:tc>
        <w:tcPr>
          <w:tcW w:w="2594" w:type="dxa"/>
          <w:tcBorders>
            <w:top w:val="single" w:sz="6" w:space="0" w:color="auto"/>
            <w:left w:val="single" w:sz="4" w:space="0" w:color="auto"/>
            <w:bottom w:val="nil"/>
          </w:tcBorders>
        </w:tcPr>
        <w:p w:rsidR="009B77F9" w:rsidRDefault="009B77F9" w:rsidP="008B61E8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Kuupäev</w:t>
          </w:r>
        </w:p>
      </w:tc>
      <w:tc>
        <w:tcPr>
          <w:tcW w:w="939" w:type="dxa"/>
          <w:tcBorders>
            <w:top w:val="single" w:sz="6" w:space="0" w:color="auto"/>
            <w:bottom w:val="nil"/>
          </w:tcBorders>
        </w:tcPr>
        <w:p w:rsidR="009B77F9" w:rsidRDefault="009B77F9" w:rsidP="008B61E8">
          <w:pPr>
            <w:jc w:val="both"/>
          </w:pPr>
          <w:r>
            <w:rPr>
              <w:rFonts w:ascii="Arial Narrow" w:hAnsi="Arial Narrow" w:cs="Arial"/>
              <w:sz w:val="12"/>
            </w:rPr>
            <w:t xml:space="preserve"> Lehti</w:t>
          </w:r>
        </w:p>
      </w:tc>
    </w:tr>
    <w:tr w:rsidR="009B77F9" w:rsidTr="00906F1A">
      <w:trPr>
        <w:cantSplit/>
        <w:trHeight w:hRule="exact" w:val="300"/>
      </w:trPr>
      <w:tc>
        <w:tcPr>
          <w:tcW w:w="2814" w:type="dxa"/>
          <w:vMerge/>
          <w:tcBorders>
            <w:bottom w:val="single" w:sz="12" w:space="0" w:color="auto"/>
            <w:right w:val="nil"/>
          </w:tcBorders>
        </w:tcPr>
        <w:p w:rsidR="009B77F9" w:rsidRDefault="009B77F9" w:rsidP="008B61E8">
          <w:pPr>
            <w:jc w:val="both"/>
          </w:pPr>
        </w:p>
      </w:tc>
      <w:tc>
        <w:tcPr>
          <w:tcW w:w="36" w:type="dxa"/>
          <w:vMerge/>
          <w:tcBorders>
            <w:left w:val="nil"/>
            <w:bottom w:val="single" w:sz="12" w:space="0" w:color="auto"/>
          </w:tcBorders>
        </w:tcPr>
        <w:p w:rsidR="009B77F9" w:rsidRDefault="009B77F9" w:rsidP="008B61E8">
          <w:pPr>
            <w:jc w:val="center"/>
          </w:pPr>
        </w:p>
      </w:tc>
      <w:tc>
        <w:tcPr>
          <w:tcW w:w="2258" w:type="dxa"/>
          <w:gridSpan w:val="2"/>
          <w:vMerge/>
          <w:tcBorders>
            <w:bottom w:val="single" w:sz="12" w:space="0" w:color="auto"/>
          </w:tcBorders>
        </w:tcPr>
        <w:p w:rsidR="009B77F9" w:rsidRPr="00986880" w:rsidRDefault="009B77F9" w:rsidP="008B61E8">
          <w:pPr>
            <w:jc w:val="both"/>
            <w:rPr>
              <w:sz w:val="22"/>
              <w:szCs w:val="22"/>
            </w:rPr>
          </w:pPr>
        </w:p>
      </w:tc>
      <w:tc>
        <w:tcPr>
          <w:tcW w:w="2864" w:type="dxa"/>
          <w:tcBorders>
            <w:top w:val="nil"/>
            <w:bottom w:val="single" w:sz="12" w:space="0" w:color="auto"/>
          </w:tcBorders>
          <w:vAlign w:val="center"/>
        </w:tcPr>
        <w:p w:rsidR="009B77F9" w:rsidRPr="00986880" w:rsidRDefault="009207C7" w:rsidP="00991E77">
          <w:pPr>
            <w:jc w:val="center"/>
            <w:rPr>
              <w:rFonts w:ascii="Arial Narrow" w:hAnsi="Arial Narrow"/>
              <w:sz w:val="22"/>
            </w:rPr>
          </w:pPr>
          <w:r>
            <w:rPr>
              <w:rFonts w:ascii="Arial" w:hAnsi="Arial" w:cs="Arial"/>
              <w:bCs/>
              <w:sz w:val="22"/>
            </w:rPr>
            <w:t>298</w:t>
          </w:r>
        </w:p>
      </w:tc>
      <w:tc>
        <w:tcPr>
          <w:tcW w:w="2016" w:type="dxa"/>
          <w:tcBorders>
            <w:top w:val="nil"/>
            <w:bottom w:val="single" w:sz="12" w:space="0" w:color="auto"/>
          </w:tcBorders>
          <w:vAlign w:val="center"/>
        </w:tcPr>
        <w:p w:rsidR="009B77F9" w:rsidRPr="008210CD" w:rsidRDefault="009B77F9" w:rsidP="008B61E8">
          <w:pPr>
            <w:jc w:val="center"/>
            <w:rPr>
              <w:rFonts w:ascii="Arial" w:hAnsi="Arial" w:cs="Arial"/>
              <w:bCs/>
              <w:sz w:val="22"/>
            </w:rPr>
          </w:pPr>
          <w:r>
            <w:rPr>
              <w:rFonts w:ascii="Arial" w:hAnsi="Arial" w:cs="Arial"/>
              <w:sz w:val="22"/>
            </w:rPr>
            <w:t>P</w:t>
          </w:r>
          <w:r w:rsidRPr="008210CD">
            <w:rPr>
              <w:rFonts w:ascii="Arial" w:hAnsi="Arial" w:cs="Arial"/>
              <w:sz w:val="22"/>
            </w:rPr>
            <w:t>P</w:t>
          </w:r>
        </w:p>
      </w:tc>
      <w:tc>
        <w:tcPr>
          <w:tcW w:w="1383" w:type="dxa"/>
          <w:tcBorders>
            <w:top w:val="nil"/>
            <w:bottom w:val="single" w:sz="12" w:space="0" w:color="auto"/>
            <w:right w:val="single" w:sz="4" w:space="0" w:color="auto"/>
          </w:tcBorders>
          <w:vAlign w:val="center"/>
        </w:tcPr>
        <w:p w:rsidR="009B77F9" w:rsidRPr="00D01C19" w:rsidRDefault="00E76289" w:rsidP="0049175B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TS</w:t>
          </w:r>
        </w:p>
      </w:tc>
      <w:tc>
        <w:tcPr>
          <w:tcW w:w="2594" w:type="dxa"/>
          <w:tcBorders>
            <w:top w:val="nil"/>
            <w:left w:val="single" w:sz="4" w:space="0" w:color="auto"/>
            <w:bottom w:val="single" w:sz="12" w:space="0" w:color="auto"/>
          </w:tcBorders>
          <w:vAlign w:val="center"/>
        </w:tcPr>
        <w:p w:rsidR="009B77F9" w:rsidRPr="00986880" w:rsidRDefault="009B77F9" w:rsidP="00F145DD">
          <w:pPr>
            <w:jc w:val="center"/>
            <w:rPr>
              <w:rFonts w:ascii="Arial Narrow" w:hAnsi="Arial Narrow"/>
              <w:sz w:val="22"/>
            </w:rPr>
          </w:pPr>
          <w:r>
            <w:rPr>
              <w:rFonts w:ascii="Arial Narrow" w:hAnsi="Arial Narrow"/>
              <w:sz w:val="22"/>
            </w:rPr>
            <w:fldChar w:fldCharType="begin"/>
          </w:r>
          <w:r>
            <w:rPr>
              <w:rFonts w:ascii="Arial Narrow" w:hAnsi="Arial Narrow"/>
              <w:sz w:val="22"/>
            </w:rPr>
            <w:instrText xml:space="preserve"> TIME \@ "d.MM.yyyy" </w:instrText>
          </w:r>
          <w:r>
            <w:rPr>
              <w:rFonts w:ascii="Arial Narrow" w:hAnsi="Arial Narrow"/>
              <w:sz w:val="22"/>
            </w:rPr>
            <w:fldChar w:fldCharType="separate"/>
          </w:r>
          <w:r w:rsidR="00A41E47">
            <w:rPr>
              <w:rFonts w:ascii="Arial Narrow" w:hAnsi="Arial Narrow"/>
              <w:noProof/>
              <w:sz w:val="22"/>
            </w:rPr>
            <w:t>30.11.2016</w:t>
          </w:r>
          <w:r>
            <w:rPr>
              <w:rFonts w:ascii="Arial Narrow" w:hAnsi="Arial Narrow"/>
              <w:sz w:val="22"/>
            </w:rPr>
            <w:fldChar w:fldCharType="end"/>
          </w:r>
        </w:p>
      </w:tc>
      <w:tc>
        <w:tcPr>
          <w:tcW w:w="939" w:type="dxa"/>
          <w:tcBorders>
            <w:top w:val="nil"/>
            <w:bottom w:val="single" w:sz="12" w:space="0" w:color="auto"/>
          </w:tcBorders>
          <w:vAlign w:val="center"/>
        </w:tcPr>
        <w:p w:rsidR="009B77F9" w:rsidRPr="008210CD" w:rsidRDefault="009B77F9" w:rsidP="008210CD">
          <w:pPr>
            <w:pStyle w:val="Jalus"/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22"/>
            </w:rPr>
          </w:pPr>
          <w:r w:rsidRPr="008210CD">
            <w:rPr>
              <w:rFonts w:ascii="Arial" w:hAnsi="Arial" w:cs="Arial"/>
              <w:sz w:val="22"/>
              <w:szCs w:val="22"/>
            </w:rPr>
            <w:fldChar w:fldCharType="begin"/>
          </w:r>
          <w:r w:rsidRPr="008210CD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8210CD">
            <w:rPr>
              <w:rFonts w:ascii="Arial" w:hAnsi="Arial" w:cs="Arial"/>
              <w:sz w:val="22"/>
              <w:szCs w:val="22"/>
            </w:rPr>
            <w:fldChar w:fldCharType="separate"/>
          </w:r>
          <w:r w:rsidR="00A41E47">
            <w:rPr>
              <w:rFonts w:ascii="Arial" w:hAnsi="Arial" w:cs="Arial"/>
              <w:noProof/>
              <w:sz w:val="22"/>
              <w:szCs w:val="22"/>
            </w:rPr>
            <w:t>1</w:t>
          </w:r>
          <w:r w:rsidRPr="008210CD">
            <w:rPr>
              <w:rFonts w:ascii="Arial" w:hAnsi="Arial" w:cs="Arial"/>
              <w:sz w:val="22"/>
              <w:szCs w:val="22"/>
            </w:rPr>
            <w:fldChar w:fldCharType="end"/>
          </w:r>
          <w:r w:rsidRPr="008210CD">
            <w:rPr>
              <w:rFonts w:ascii="Arial" w:hAnsi="Arial" w:cs="Arial"/>
              <w:sz w:val="22"/>
              <w:szCs w:val="22"/>
            </w:rPr>
            <w:t xml:space="preserve"> / </w:t>
          </w:r>
          <w:r w:rsidRPr="008210CD">
            <w:rPr>
              <w:rFonts w:ascii="Arial" w:hAnsi="Arial" w:cs="Arial"/>
              <w:sz w:val="22"/>
              <w:szCs w:val="22"/>
            </w:rPr>
            <w:fldChar w:fldCharType="begin"/>
          </w:r>
          <w:r w:rsidRPr="008210CD">
            <w:rPr>
              <w:rFonts w:ascii="Arial" w:hAnsi="Arial" w:cs="Arial"/>
              <w:sz w:val="22"/>
              <w:szCs w:val="22"/>
            </w:rPr>
            <w:instrText xml:space="preserve"> NUMPAGES  </w:instrText>
          </w:r>
          <w:r w:rsidRPr="008210CD">
            <w:rPr>
              <w:rFonts w:ascii="Arial" w:hAnsi="Arial" w:cs="Arial"/>
              <w:sz w:val="22"/>
              <w:szCs w:val="22"/>
            </w:rPr>
            <w:fldChar w:fldCharType="separate"/>
          </w:r>
          <w:r w:rsidR="00A41E47">
            <w:rPr>
              <w:rFonts w:ascii="Arial" w:hAnsi="Arial" w:cs="Arial"/>
              <w:noProof/>
              <w:sz w:val="22"/>
              <w:szCs w:val="22"/>
            </w:rPr>
            <w:t>1</w:t>
          </w:r>
          <w:r w:rsidRPr="008210CD">
            <w:rPr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9B77F9" w:rsidRDefault="009B77F9">
    <w:pPr>
      <w:pStyle w:val="Pis"/>
      <w:rPr>
        <w:rFonts w:ascii="Arial Narrow" w:hAnsi="Arial Narrow"/>
        <w:iCs/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46BB0"/>
    <w:multiLevelType w:val="hybridMultilevel"/>
    <w:tmpl w:val="ABA68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99"/>
    <w:rsid w:val="00001B65"/>
    <w:rsid w:val="000028C3"/>
    <w:rsid w:val="00005122"/>
    <w:rsid w:val="00011D80"/>
    <w:rsid w:val="0001577C"/>
    <w:rsid w:val="000159D5"/>
    <w:rsid w:val="00023931"/>
    <w:rsid w:val="00024BC7"/>
    <w:rsid w:val="00026335"/>
    <w:rsid w:val="000271E9"/>
    <w:rsid w:val="000276E7"/>
    <w:rsid w:val="00037E30"/>
    <w:rsid w:val="00040295"/>
    <w:rsid w:val="00043FE6"/>
    <w:rsid w:val="000504FE"/>
    <w:rsid w:val="00056EC8"/>
    <w:rsid w:val="00062052"/>
    <w:rsid w:val="000677E6"/>
    <w:rsid w:val="00067F02"/>
    <w:rsid w:val="00070341"/>
    <w:rsid w:val="0007553C"/>
    <w:rsid w:val="00090AB6"/>
    <w:rsid w:val="00090F3E"/>
    <w:rsid w:val="00091BF0"/>
    <w:rsid w:val="000A0063"/>
    <w:rsid w:val="000A50B6"/>
    <w:rsid w:val="000A6824"/>
    <w:rsid w:val="000B0468"/>
    <w:rsid w:val="000B76AE"/>
    <w:rsid w:val="000C20E5"/>
    <w:rsid w:val="000C2414"/>
    <w:rsid w:val="000C73AF"/>
    <w:rsid w:val="000D1745"/>
    <w:rsid w:val="000D1C95"/>
    <w:rsid w:val="000D40F0"/>
    <w:rsid w:val="000D4372"/>
    <w:rsid w:val="000E0890"/>
    <w:rsid w:val="000E3CC4"/>
    <w:rsid w:val="000E510F"/>
    <w:rsid w:val="000E5B26"/>
    <w:rsid w:val="000E5CBA"/>
    <w:rsid w:val="000E5F92"/>
    <w:rsid w:val="000E64B7"/>
    <w:rsid w:val="000F15CE"/>
    <w:rsid w:val="000F199B"/>
    <w:rsid w:val="000F3014"/>
    <w:rsid w:val="001010BB"/>
    <w:rsid w:val="00101543"/>
    <w:rsid w:val="001028BF"/>
    <w:rsid w:val="00113702"/>
    <w:rsid w:val="00116545"/>
    <w:rsid w:val="00116AEB"/>
    <w:rsid w:val="00116C60"/>
    <w:rsid w:val="001259C1"/>
    <w:rsid w:val="00127B13"/>
    <w:rsid w:val="00132302"/>
    <w:rsid w:val="00135E8C"/>
    <w:rsid w:val="0014500C"/>
    <w:rsid w:val="0015406E"/>
    <w:rsid w:val="001645C2"/>
    <w:rsid w:val="00170AA6"/>
    <w:rsid w:val="001714CE"/>
    <w:rsid w:val="0017265B"/>
    <w:rsid w:val="00174D5C"/>
    <w:rsid w:val="001820F8"/>
    <w:rsid w:val="0018325F"/>
    <w:rsid w:val="001836AB"/>
    <w:rsid w:val="00184E07"/>
    <w:rsid w:val="001873C7"/>
    <w:rsid w:val="001950EA"/>
    <w:rsid w:val="001A50C3"/>
    <w:rsid w:val="001A7064"/>
    <w:rsid w:val="001C0921"/>
    <w:rsid w:val="001C23DF"/>
    <w:rsid w:val="001C2F24"/>
    <w:rsid w:val="001C4760"/>
    <w:rsid w:val="001C4D86"/>
    <w:rsid w:val="001C6438"/>
    <w:rsid w:val="001D3199"/>
    <w:rsid w:val="001E1AF5"/>
    <w:rsid w:val="001E1F83"/>
    <w:rsid w:val="001E3365"/>
    <w:rsid w:val="001F1F94"/>
    <w:rsid w:val="001F45A7"/>
    <w:rsid w:val="001F59C0"/>
    <w:rsid w:val="001F6997"/>
    <w:rsid w:val="001F7539"/>
    <w:rsid w:val="0020015A"/>
    <w:rsid w:val="00200413"/>
    <w:rsid w:val="00212EFA"/>
    <w:rsid w:val="002159C3"/>
    <w:rsid w:val="00216B59"/>
    <w:rsid w:val="00216F33"/>
    <w:rsid w:val="00222C97"/>
    <w:rsid w:val="00222F51"/>
    <w:rsid w:val="00223829"/>
    <w:rsid w:val="00223EE4"/>
    <w:rsid w:val="002351E7"/>
    <w:rsid w:val="00235709"/>
    <w:rsid w:val="00240892"/>
    <w:rsid w:val="00254D36"/>
    <w:rsid w:val="00255C14"/>
    <w:rsid w:val="0025690D"/>
    <w:rsid w:val="002758FF"/>
    <w:rsid w:val="002840FE"/>
    <w:rsid w:val="0028524B"/>
    <w:rsid w:val="00286540"/>
    <w:rsid w:val="00291180"/>
    <w:rsid w:val="00296F20"/>
    <w:rsid w:val="00297B0F"/>
    <w:rsid w:val="002A141D"/>
    <w:rsid w:val="002A55B5"/>
    <w:rsid w:val="002B44C5"/>
    <w:rsid w:val="002B5A97"/>
    <w:rsid w:val="002C2119"/>
    <w:rsid w:val="002C5E2C"/>
    <w:rsid w:val="002C7CEF"/>
    <w:rsid w:val="002D0145"/>
    <w:rsid w:val="002D428E"/>
    <w:rsid w:val="002D4C89"/>
    <w:rsid w:val="002D4ED3"/>
    <w:rsid w:val="002E1882"/>
    <w:rsid w:val="002E58D3"/>
    <w:rsid w:val="002F074F"/>
    <w:rsid w:val="002F41BD"/>
    <w:rsid w:val="002F47C5"/>
    <w:rsid w:val="003021C5"/>
    <w:rsid w:val="00305C36"/>
    <w:rsid w:val="00307D01"/>
    <w:rsid w:val="0031329F"/>
    <w:rsid w:val="0031457F"/>
    <w:rsid w:val="00325823"/>
    <w:rsid w:val="0032764F"/>
    <w:rsid w:val="003369B1"/>
    <w:rsid w:val="0034123D"/>
    <w:rsid w:val="00346B70"/>
    <w:rsid w:val="00354C82"/>
    <w:rsid w:val="00357E38"/>
    <w:rsid w:val="00362ADE"/>
    <w:rsid w:val="00363AAF"/>
    <w:rsid w:val="00366F32"/>
    <w:rsid w:val="00374902"/>
    <w:rsid w:val="00380241"/>
    <w:rsid w:val="00382B5A"/>
    <w:rsid w:val="00383E2F"/>
    <w:rsid w:val="003843DD"/>
    <w:rsid w:val="0038643C"/>
    <w:rsid w:val="003879DA"/>
    <w:rsid w:val="00391845"/>
    <w:rsid w:val="00397EF7"/>
    <w:rsid w:val="003A5208"/>
    <w:rsid w:val="003A582B"/>
    <w:rsid w:val="003A789A"/>
    <w:rsid w:val="003A7990"/>
    <w:rsid w:val="003B7E9E"/>
    <w:rsid w:val="003C194E"/>
    <w:rsid w:val="003C5F97"/>
    <w:rsid w:val="003D07A9"/>
    <w:rsid w:val="003D1477"/>
    <w:rsid w:val="003D297B"/>
    <w:rsid w:val="003D5720"/>
    <w:rsid w:val="003E0FC2"/>
    <w:rsid w:val="003E20C2"/>
    <w:rsid w:val="00404A26"/>
    <w:rsid w:val="00404BEE"/>
    <w:rsid w:val="00406753"/>
    <w:rsid w:val="00410FF3"/>
    <w:rsid w:val="004110BA"/>
    <w:rsid w:val="004137C1"/>
    <w:rsid w:val="004249E5"/>
    <w:rsid w:val="00430241"/>
    <w:rsid w:val="00431BAE"/>
    <w:rsid w:val="004433FE"/>
    <w:rsid w:val="00450F43"/>
    <w:rsid w:val="0045749B"/>
    <w:rsid w:val="00460A7C"/>
    <w:rsid w:val="00464373"/>
    <w:rsid w:val="00470033"/>
    <w:rsid w:val="0048091B"/>
    <w:rsid w:val="0048741C"/>
    <w:rsid w:val="0049175B"/>
    <w:rsid w:val="004A21F5"/>
    <w:rsid w:val="004B22A8"/>
    <w:rsid w:val="004B264F"/>
    <w:rsid w:val="004B2776"/>
    <w:rsid w:val="004B4BFD"/>
    <w:rsid w:val="004B4FFF"/>
    <w:rsid w:val="004B512E"/>
    <w:rsid w:val="004B5DFA"/>
    <w:rsid w:val="004C78BF"/>
    <w:rsid w:val="004D5AF5"/>
    <w:rsid w:val="004E2575"/>
    <w:rsid w:val="004E2E54"/>
    <w:rsid w:val="004E2F87"/>
    <w:rsid w:val="004E311D"/>
    <w:rsid w:val="004E5E48"/>
    <w:rsid w:val="004E7C69"/>
    <w:rsid w:val="004F24FC"/>
    <w:rsid w:val="004F7A93"/>
    <w:rsid w:val="0051477C"/>
    <w:rsid w:val="005158AA"/>
    <w:rsid w:val="005225FE"/>
    <w:rsid w:val="00522752"/>
    <w:rsid w:val="00526825"/>
    <w:rsid w:val="00526F91"/>
    <w:rsid w:val="005272FA"/>
    <w:rsid w:val="005416BC"/>
    <w:rsid w:val="00542A68"/>
    <w:rsid w:val="00544FEE"/>
    <w:rsid w:val="00554211"/>
    <w:rsid w:val="00555BE3"/>
    <w:rsid w:val="00557038"/>
    <w:rsid w:val="00557715"/>
    <w:rsid w:val="00560862"/>
    <w:rsid w:val="005614BC"/>
    <w:rsid w:val="0056329E"/>
    <w:rsid w:val="00563B3E"/>
    <w:rsid w:val="0056776F"/>
    <w:rsid w:val="00572283"/>
    <w:rsid w:val="00574421"/>
    <w:rsid w:val="00574622"/>
    <w:rsid w:val="00580A51"/>
    <w:rsid w:val="00581DD9"/>
    <w:rsid w:val="00582D28"/>
    <w:rsid w:val="005835E9"/>
    <w:rsid w:val="00586EEF"/>
    <w:rsid w:val="0058723A"/>
    <w:rsid w:val="00587F8E"/>
    <w:rsid w:val="00590463"/>
    <w:rsid w:val="00595085"/>
    <w:rsid w:val="005A5FEC"/>
    <w:rsid w:val="005A7601"/>
    <w:rsid w:val="005B49B3"/>
    <w:rsid w:val="005B5E31"/>
    <w:rsid w:val="005B75FA"/>
    <w:rsid w:val="005C14AC"/>
    <w:rsid w:val="005C411A"/>
    <w:rsid w:val="005C4801"/>
    <w:rsid w:val="005C5DB1"/>
    <w:rsid w:val="005D444A"/>
    <w:rsid w:val="005D6D66"/>
    <w:rsid w:val="005D77F0"/>
    <w:rsid w:val="005E30F2"/>
    <w:rsid w:val="005E3229"/>
    <w:rsid w:val="005F2FC4"/>
    <w:rsid w:val="00604B6C"/>
    <w:rsid w:val="00604BD3"/>
    <w:rsid w:val="00610D19"/>
    <w:rsid w:val="0061128A"/>
    <w:rsid w:val="00613A56"/>
    <w:rsid w:val="00620F50"/>
    <w:rsid w:val="00626793"/>
    <w:rsid w:val="00627F7D"/>
    <w:rsid w:val="00633CDA"/>
    <w:rsid w:val="00636493"/>
    <w:rsid w:val="00637DA5"/>
    <w:rsid w:val="00642A5E"/>
    <w:rsid w:val="00644890"/>
    <w:rsid w:val="00647E14"/>
    <w:rsid w:val="00650052"/>
    <w:rsid w:val="00650C83"/>
    <w:rsid w:val="00651AE0"/>
    <w:rsid w:val="00651D9C"/>
    <w:rsid w:val="0065404E"/>
    <w:rsid w:val="006602A2"/>
    <w:rsid w:val="00660F9E"/>
    <w:rsid w:val="00664141"/>
    <w:rsid w:val="00666E64"/>
    <w:rsid w:val="00670CC5"/>
    <w:rsid w:val="00671D86"/>
    <w:rsid w:val="006740E4"/>
    <w:rsid w:val="00677395"/>
    <w:rsid w:val="00684E6D"/>
    <w:rsid w:val="006859DE"/>
    <w:rsid w:val="00697D95"/>
    <w:rsid w:val="006A0CE6"/>
    <w:rsid w:val="006A0E5E"/>
    <w:rsid w:val="006A3B25"/>
    <w:rsid w:val="006A6696"/>
    <w:rsid w:val="006B0847"/>
    <w:rsid w:val="006B0B20"/>
    <w:rsid w:val="006C05B0"/>
    <w:rsid w:val="006C06DA"/>
    <w:rsid w:val="006C6818"/>
    <w:rsid w:val="006D27DC"/>
    <w:rsid w:val="006D4544"/>
    <w:rsid w:val="006D5C15"/>
    <w:rsid w:val="006E0B8B"/>
    <w:rsid w:val="006E2658"/>
    <w:rsid w:val="006E29CC"/>
    <w:rsid w:val="006E3711"/>
    <w:rsid w:val="006E3B4D"/>
    <w:rsid w:val="006E6651"/>
    <w:rsid w:val="006F1959"/>
    <w:rsid w:val="006F1D71"/>
    <w:rsid w:val="006F4DEB"/>
    <w:rsid w:val="00703A6E"/>
    <w:rsid w:val="00704B03"/>
    <w:rsid w:val="00705875"/>
    <w:rsid w:val="00711003"/>
    <w:rsid w:val="00713099"/>
    <w:rsid w:val="00715065"/>
    <w:rsid w:val="00720D0B"/>
    <w:rsid w:val="00722326"/>
    <w:rsid w:val="00725291"/>
    <w:rsid w:val="007347E8"/>
    <w:rsid w:val="00736094"/>
    <w:rsid w:val="007421D5"/>
    <w:rsid w:val="007442EF"/>
    <w:rsid w:val="00753B6C"/>
    <w:rsid w:val="00755486"/>
    <w:rsid w:val="00756283"/>
    <w:rsid w:val="0075635A"/>
    <w:rsid w:val="00763E95"/>
    <w:rsid w:val="00774313"/>
    <w:rsid w:val="00774AF5"/>
    <w:rsid w:val="00774E82"/>
    <w:rsid w:val="00776BC9"/>
    <w:rsid w:val="0078091A"/>
    <w:rsid w:val="00786DC0"/>
    <w:rsid w:val="007960BE"/>
    <w:rsid w:val="007972AA"/>
    <w:rsid w:val="007A3F3A"/>
    <w:rsid w:val="007A4726"/>
    <w:rsid w:val="007A6AF8"/>
    <w:rsid w:val="007B17DB"/>
    <w:rsid w:val="007B3BA3"/>
    <w:rsid w:val="007B4850"/>
    <w:rsid w:val="007C6431"/>
    <w:rsid w:val="007C7926"/>
    <w:rsid w:val="007D1D31"/>
    <w:rsid w:val="007D1F44"/>
    <w:rsid w:val="007D5D44"/>
    <w:rsid w:val="007E0AB5"/>
    <w:rsid w:val="007E55D5"/>
    <w:rsid w:val="007E71B1"/>
    <w:rsid w:val="007F09EA"/>
    <w:rsid w:val="00802286"/>
    <w:rsid w:val="00805A67"/>
    <w:rsid w:val="00812F58"/>
    <w:rsid w:val="00813251"/>
    <w:rsid w:val="0081592C"/>
    <w:rsid w:val="00815AA5"/>
    <w:rsid w:val="00816D8C"/>
    <w:rsid w:val="008210CD"/>
    <w:rsid w:val="008249C4"/>
    <w:rsid w:val="00825211"/>
    <w:rsid w:val="00826810"/>
    <w:rsid w:val="0083264D"/>
    <w:rsid w:val="0083550C"/>
    <w:rsid w:val="00846E07"/>
    <w:rsid w:val="0085780E"/>
    <w:rsid w:val="00866371"/>
    <w:rsid w:val="00870D72"/>
    <w:rsid w:val="00873357"/>
    <w:rsid w:val="008762EB"/>
    <w:rsid w:val="0088388D"/>
    <w:rsid w:val="008904F5"/>
    <w:rsid w:val="00890AD8"/>
    <w:rsid w:val="008A489C"/>
    <w:rsid w:val="008B2A4F"/>
    <w:rsid w:val="008B61E8"/>
    <w:rsid w:val="008B6B5F"/>
    <w:rsid w:val="008B6C96"/>
    <w:rsid w:val="008C6250"/>
    <w:rsid w:val="008D51C1"/>
    <w:rsid w:val="008D7B7A"/>
    <w:rsid w:val="008E3F4E"/>
    <w:rsid w:val="008F04DA"/>
    <w:rsid w:val="008F3345"/>
    <w:rsid w:val="008F7345"/>
    <w:rsid w:val="00900782"/>
    <w:rsid w:val="009009C6"/>
    <w:rsid w:val="009013D4"/>
    <w:rsid w:val="0090401E"/>
    <w:rsid w:val="00906F1A"/>
    <w:rsid w:val="00907958"/>
    <w:rsid w:val="00912B4B"/>
    <w:rsid w:val="009178C3"/>
    <w:rsid w:val="009207C7"/>
    <w:rsid w:val="00921366"/>
    <w:rsid w:val="009305D2"/>
    <w:rsid w:val="0093791C"/>
    <w:rsid w:val="00944D48"/>
    <w:rsid w:val="00944E88"/>
    <w:rsid w:val="00961F67"/>
    <w:rsid w:val="009653D0"/>
    <w:rsid w:val="0096625A"/>
    <w:rsid w:val="00966280"/>
    <w:rsid w:val="009672A5"/>
    <w:rsid w:val="00970173"/>
    <w:rsid w:val="009718D4"/>
    <w:rsid w:val="0097214C"/>
    <w:rsid w:val="00982AD6"/>
    <w:rsid w:val="009836DB"/>
    <w:rsid w:val="00986880"/>
    <w:rsid w:val="00991E1B"/>
    <w:rsid w:val="00991E77"/>
    <w:rsid w:val="00993C84"/>
    <w:rsid w:val="00997ED5"/>
    <w:rsid w:val="009A2BE3"/>
    <w:rsid w:val="009A6DF6"/>
    <w:rsid w:val="009B1712"/>
    <w:rsid w:val="009B77F9"/>
    <w:rsid w:val="009C3B45"/>
    <w:rsid w:val="009D0F9C"/>
    <w:rsid w:val="009D21CD"/>
    <w:rsid w:val="009D5D05"/>
    <w:rsid w:val="009D5EF3"/>
    <w:rsid w:val="009D7872"/>
    <w:rsid w:val="009E2217"/>
    <w:rsid w:val="009E33D2"/>
    <w:rsid w:val="009F07DD"/>
    <w:rsid w:val="009F2850"/>
    <w:rsid w:val="009F4CDC"/>
    <w:rsid w:val="009F5201"/>
    <w:rsid w:val="009F66F7"/>
    <w:rsid w:val="009F76CD"/>
    <w:rsid w:val="00A05D3F"/>
    <w:rsid w:val="00A07171"/>
    <w:rsid w:val="00A13612"/>
    <w:rsid w:val="00A20B53"/>
    <w:rsid w:val="00A2375C"/>
    <w:rsid w:val="00A41009"/>
    <w:rsid w:val="00A41E47"/>
    <w:rsid w:val="00A46F63"/>
    <w:rsid w:val="00A52886"/>
    <w:rsid w:val="00A56143"/>
    <w:rsid w:val="00A624EA"/>
    <w:rsid w:val="00A62895"/>
    <w:rsid w:val="00A66745"/>
    <w:rsid w:val="00A7332E"/>
    <w:rsid w:val="00A83D8B"/>
    <w:rsid w:val="00A84E60"/>
    <w:rsid w:val="00A85472"/>
    <w:rsid w:val="00A90241"/>
    <w:rsid w:val="00A909D8"/>
    <w:rsid w:val="00A92079"/>
    <w:rsid w:val="00A95C46"/>
    <w:rsid w:val="00A963BC"/>
    <w:rsid w:val="00AA04C7"/>
    <w:rsid w:val="00AA4D6D"/>
    <w:rsid w:val="00AA6817"/>
    <w:rsid w:val="00AC0CCF"/>
    <w:rsid w:val="00AC2202"/>
    <w:rsid w:val="00AC3FDD"/>
    <w:rsid w:val="00AC7A5A"/>
    <w:rsid w:val="00AD1E64"/>
    <w:rsid w:val="00AD7656"/>
    <w:rsid w:val="00AE3133"/>
    <w:rsid w:val="00AE4E21"/>
    <w:rsid w:val="00AF367C"/>
    <w:rsid w:val="00AF612C"/>
    <w:rsid w:val="00AF7DC7"/>
    <w:rsid w:val="00B0172F"/>
    <w:rsid w:val="00B03C45"/>
    <w:rsid w:val="00B05A4C"/>
    <w:rsid w:val="00B05AF6"/>
    <w:rsid w:val="00B0630E"/>
    <w:rsid w:val="00B064CD"/>
    <w:rsid w:val="00B116C2"/>
    <w:rsid w:val="00B11965"/>
    <w:rsid w:val="00B20831"/>
    <w:rsid w:val="00B2726E"/>
    <w:rsid w:val="00B303D9"/>
    <w:rsid w:val="00B34804"/>
    <w:rsid w:val="00B35EE6"/>
    <w:rsid w:val="00B544C1"/>
    <w:rsid w:val="00B54506"/>
    <w:rsid w:val="00B57A79"/>
    <w:rsid w:val="00B6015D"/>
    <w:rsid w:val="00B6221B"/>
    <w:rsid w:val="00B67881"/>
    <w:rsid w:val="00B70838"/>
    <w:rsid w:val="00B755C6"/>
    <w:rsid w:val="00B77843"/>
    <w:rsid w:val="00B806E8"/>
    <w:rsid w:val="00B87589"/>
    <w:rsid w:val="00B909D3"/>
    <w:rsid w:val="00B91FCA"/>
    <w:rsid w:val="00B94014"/>
    <w:rsid w:val="00B95693"/>
    <w:rsid w:val="00BA167E"/>
    <w:rsid w:val="00BA36E7"/>
    <w:rsid w:val="00BB6FA1"/>
    <w:rsid w:val="00BC157D"/>
    <w:rsid w:val="00BC3625"/>
    <w:rsid w:val="00BC47CD"/>
    <w:rsid w:val="00BD1FC7"/>
    <w:rsid w:val="00BD27D5"/>
    <w:rsid w:val="00BD2CE6"/>
    <w:rsid w:val="00BE159A"/>
    <w:rsid w:val="00BE3F52"/>
    <w:rsid w:val="00C0138B"/>
    <w:rsid w:val="00C02238"/>
    <w:rsid w:val="00C029D8"/>
    <w:rsid w:val="00C125E9"/>
    <w:rsid w:val="00C179A3"/>
    <w:rsid w:val="00C24FA1"/>
    <w:rsid w:val="00C31D15"/>
    <w:rsid w:val="00C50DC7"/>
    <w:rsid w:val="00C55DBC"/>
    <w:rsid w:val="00C56258"/>
    <w:rsid w:val="00C56849"/>
    <w:rsid w:val="00C62E74"/>
    <w:rsid w:val="00C71AAF"/>
    <w:rsid w:val="00C71CAA"/>
    <w:rsid w:val="00C814F0"/>
    <w:rsid w:val="00C826D2"/>
    <w:rsid w:val="00C86DC2"/>
    <w:rsid w:val="00C8751F"/>
    <w:rsid w:val="00C92303"/>
    <w:rsid w:val="00CA15D5"/>
    <w:rsid w:val="00CA3F16"/>
    <w:rsid w:val="00CA5479"/>
    <w:rsid w:val="00CA5701"/>
    <w:rsid w:val="00CB7871"/>
    <w:rsid w:val="00CC213C"/>
    <w:rsid w:val="00CC34E6"/>
    <w:rsid w:val="00CC3565"/>
    <w:rsid w:val="00CC56C1"/>
    <w:rsid w:val="00CD4447"/>
    <w:rsid w:val="00CD541B"/>
    <w:rsid w:val="00CD5D3D"/>
    <w:rsid w:val="00CE6EFB"/>
    <w:rsid w:val="00CF0A85"/>
    <w:rsid w:val="00CF2E12"/>
    <w:rsid w:val="00CF3133"/>
    <w:rsid w:val="00D016E5"/>
    <w:rsid w:val="00D01C19"/>
    <w:rsid w:val="00D13D93"/>
    <w:rsid w:val="00D14C9A"/>
    <w:rsid w:val="00D1543C"/>
    <w:rsid w:val="00D23D95"/>
    <w:rsid w:val="00D3765E"/>
    <w:rsid w:val="00D45181"/>
    <w:rsid w:val="00D46B78"/>
    <w:rsid w:val="00D50D11"/>
    <w:rsid w:val="00D54D99"/>
    <w:rsid w:val="00D55EF2"/>
    <w:rsid w:val="00D616C3"/>
    <w:rsid w:val="00D6171A"/>
    <w:rsid w:val="00D6785B"/>
    <w:rsid w:val="00D704F3"/>
    <w:rsid w:val="00D70DC7"/>
    <w:rsid w:val="00D736F3"/>
    <w:rsid w:val="00D876E8"/>
    <w:rsid w:val="00D913FA"/>
    <w:rsid w:val="00D91BCB"/>
    <w:rsid w:val="00D97033"/>
    <w:rsid w:val="00DA42A5"/>
    <w:rsid w:val="00DA4B5A"/>
    <w:rsid w:val="00DB0583"/>
    <w:rsid w:val="00DB17D9"/>
    <w:rsid w:val="00DB313D"/>
    <w:rsid w:val="00DC0CC4"/>
    <w:rsid w:val="00DC3040"/>
    <w:rsid w:val="00DD77C3"/>
    <w:rsid w:val="00DE47E9"/>
    <w:rsid w:val="00DE4858"/>
    <w:rsid w:val="00DE51E5"/>
    <w:rsid w:val="00E0307F"/>
    <w:rsid w:val="00E05765"/>
    <w:rsid w:val="00E1133D"/>
    <w:rsid w:val="00E1480F"/>
    <w:rsid w:val="00E14CB4"/>
    <w:rsid w:val="00E15A83"/>
    <w:rsid w:val="00E163E6"/>
    <w:rsid w:val="00E21B82"/>
    <w:rsid w:val="00E22B1C"/>
    <w:rsid w:val="00E24BDE"/>
    <w:rsid w:val="00E3205D"/>
    <w:rsid w:val="00E35157"/>
    <w:rsid w:val="00E373E4"/>
    <w:rsid w:val="00E37C05"/>
    <w:rsid w:val="00E41417"/>
    <w:rsid w:val="00E4263C"/>
    <w:rsid w:val="00E44856"/>
    <w:rsid w:val="00E461F3"/>
    <w:rsid w:val="00E50836"/>
    <w:rsid w:val="00E51C9B"/>
    <w:rsid w:val="00E51FE7"/>
    <w:rsid w:val="00E578CA"/>
    <w:rsid w:val="00E61C3C"/>
    <w:rsid w:val="00E65685"/>
    <w:rsid w:val="00E7023B"/>
    <w:rsid w:val="00E702AA"/>
    <w:rsid w:val="00E719CB"/>
    <w:rsid w:val="00E76289"/>
    <w:rsid w:val="00E80EB3"/>
    <w:rsid w:val="00E814C8"/>
    <w:rsid w:val="00E85B38"/>
    <w:rsid w:val="00E867E3"/>
    <w:rsid w:val="00E9006C"/>
    <w:rsid w:val="00E93434"/>
    <w:rsid w:val="00E95F87"/>
    <w:rsid w:val="00EA1204"/>
    <w:rsid w:val="00EA47D9"/>
    <w:rsid w:val="00EB42B5"/>
    <w:rsid w:val="00EC295F"/>
    <w:rsid w:val="00ED064D"/>
    <w:rsid w:val="00ED0D35"/>
    <w:rsid w:val="00ED3D70"/>
    <w:rsid w:val="00ED4416"/>
    <w:rsid w:val="00EE3DBC"/>
    <w:rsid w:val="00EE76AF"/>
    <w:rsid w:val="00EF2731"/>
    <w:rsid w:val="00EF2DE4"/>
    <w:rsid w:val="00EF7A99"/>
    <w:rsid w:val="00F01AE2"/>
    <w:rsid w:val="00F05772"/>
    <w:rsid w:val="00F070E0"/>
    <w:rsid w:val="00F145DD"/>
    <w:rsid w:val="00F1646C"/>
    <w:rsid w:val="00F17615"/>
    <w:rsid w:val="00F23210"/>
    <w:rsid w:val="00F2339D"/>
    <w:rsid w:val="00F26E8B"/>
    <w:rsid w:val="00F3433C"/>
    <w:rsid w:val="00F35EC5"/>
    <w:rsid w:val="00F436EF"/>
    <w:rsid w:val="00F46B3C"/>
    <w:rsid w:val="00F634C2"/>
    <w:rsid w:val="00F635A7"/>
    <w:rsid w:val="00F64125"/>
    <w:rsid w:val="00F6560A"/>
    <w:rsid w:val="00F7190E"/>
    <w:rsid w:val="00F72652"/>
    <w:rsid w:val="00F7273E"/>
    <w:rsid w:val="00F846D9"/>
    <w:rsid w:val="00F91B53"/>
    <w:rsid w:val="00F923DA"/>
    <w:rsid w:val="00F942D0"/>
    <w:rsid w:val="00F94C46"/>
    <w:rsid w:val="00FA00CC"/>
    <w:rsid w:val="00FA0B74"/>
    <w:rsid w:val="00FB1305"/>
    <w:rsid w:val="00FB1CFB"/>
    <w:rsid w:val="00FB3BF5"/>
    <w:rsid w:val="00FB5222"/>
    <w:rsid w:val="00FB77A5"/>
    <w:rsid w:val="00FD29E6"/>
    <w:rsid w:val="00FD4CC1"/>
    <w:rsid w:val="00FD5D20"/>
    <w:rsid w:val="00FD5F4F"/>
    <w:rsid w:val="00FD6925"/>
    <w:rsid w:val="00FD6A6A"/>
    <w:rsid w:val="00FE097B"/>
    <w:rsid w:val="00FE30F8"/>
    <w:rsid w:val="00FF1E86"/>
    <w:rsid w:val="00FF5E16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B91FCA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0159D5"/>
    <w:pPr>
      <w:jc w:val="center"/>
      <w:outlineLvl w:val="0"/>
    </w:pPr>
    <w:rPr>
      <w:rFonts w:ascii="Arial" w:hAnsi="Arial" w:cs="Arial"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ind w:left="-140" w:right="-76"/>
      <w:jc w:val="center"/>
      <w:outlineLvl w:val="1"/>
    </w:pPr>
    <w:rPr>
      <w:rFonts w:ascii="Arial" w:hAnsi="Arial" w:cs="Arial"/>
      <w:b/>
      <w:bCs/>
      <w:sz w:val="20"/>
    </w:rPr>
  </w:style>
  <w:style w:type="paragraph" w:styleId="Pealkiri3">
    <w:name w:val="heading 3"/>
    <w:basedOn w:val="Normaallaad"/>
    <w:next w:val="Normaallaad"/>
    <w:qFormat/>
    <w:pPr>
      <w:keepNext/>
      <w:ind w:left="-108" w:right="-98"/>
      <w:jc w:val="center"/>
      <w:outlineLvl w:val="2"/>
    </w:pPr>
    <w:rPr>
      <w:rFonts w:ascii="Arial" w:hAnsi="Arial" w:cs="Arial"/>
      <w:b/>
      <w:bCs/>
      <w:sz w:val="20"/>
    </w:rPr>
  </w:style>
  <w:style w:type="paragraph" w:styleId="Pealkiri4">
    <w:name w:val="heading 4"/>
    <w:basedOn w:val="Normaallaad"/>
    <w:next w:val="Normaallaad"/>
    <w:qFormat/>
    <w:pPr>
      <w:keepNext/>
      <w:ind w:left="-108" w:right="-108"/>
      <w:jc w:val="center"/>
      <w:outlineLvl w:val="3"/>
    </w:pPr>
    <w:rPr>
      <w:rFonts w:ascii="Arial" w:hAnsi="Arial" w:cs="Arial"/>
      <w:b/>
      <w:bCs/>
      <w:sz w:val="20"/>
    </w:rPr>
  </w:style>
  <w:style w:type="paragraph" w:styleId="Pealkiri5">
    <w:name w:val="heading 5"/>
    <w:basedOn w:val="Normaallaad"/>
    <w:next w:val="Normaallaad"/>
    <w:qFormat/>
    <w:pPr>
      <w:keepNext/>
      <w:ind w:right="276"/>
      <w:outlineLvl w:val="4"/>
    </w:pPr>
    <w:rPr>
      <w:b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styleId="Hperlink">
    <w:name w:val="Hyperlink"/>
    <w:rPr>
      <w:color w:val="0000FF"/>
      <w:u w:val="single"/>
    </w:rPr>
  </w:style>
  <w:style w:type="character" w:styleId="Lehekljenumber">
    <w:name w:val="page number"/>
    <w:rPr>
      <w:rFonts w:ascii="Arial Narrow" w:hAnsi="Arial Narrow"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sid w:val="00325823"/>
    <w:rPr>
      <w:rFonts w:ascii="Tahoma" w:hAnsi="Tahoma" w:cs="Tahoma"/>
      <w:sz w:val="16"/>
      <w:szCs w:val="16"/>
    </w:rPr>
  </w:style>
  <w:style w:type="character" w:customStyle="1" w:styleId="JalusMrk">
    <w:name w:val="Jalus Märk"/>
    <w:link w:val="Jalus"/>
    <w:uiPriority w:val="99"/>
    <w:rsid w:val="00D01C19"/>
    <w:rPr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AD7656"/>
    <w:pPr>
      <w:spacing w:before="100" w:beforeAutospacing="1" w:after="119"/>
    </w:pPr>
    <w:rPr>
      <w:lang w:val="en-US" w:eastAsia="en-US"/>
    </w:rPr>
  </w:style>
  <w:style w:type="paragraph" w:styleId="Loendilik">
    <w:name w:val="List Paragraph"/>
    <w:basedOn w:val="Normaallaad"/>
    <w:uiPriority w:val="34"/>
    <w:qFormat/>
    <w:rsid w:val="003843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sid w:val="00B91FCA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0159D5"/>
    <w:pPr>
      <w:jc w:val="center"/>
      <w:outlineLvl w:val="0"/>
    </w:pPr>
    <w:rPr>
      <w:rFonts w:ascii="Arial" w:hAnsi="Arial" w:cs="Arial"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ind w:left="-140" w:right="-76"/>
      <w:jc w:val="center"/>
      <w:outlineLvl w:val="1"/>
    </w:pPr>
    <w:rPr>
      <w:rFonts w:ascii="Arial" w:hAnsi="Arial" w:cs="Arial"/>
      <w:b/>
      <w:bCs/>
      <w:sz w:val="20"/>
    </w:rPr>
  </w:style>
  <w:style w:type="paragraph" w:styleId="Pealkiri3">
    <w:name w:val="heading 3"/>
    <w:basedOn w:val="Normaallaad"/>
    <w:next w:val="Normaallaad"/>
    <w:qFormat/>
    <w:pPr>
      <w:keepNext/>
      <w:ind w:left="-108" w:right="-98"/>
      <w:jc w:val="center"/>
      <w:outlineLvl w:val="2"/>
    </w:pPr>
    <w:rPr>
      <w:rFonts w:ascii="Arial" w:hAnsi="Arial" w:cs="Arial"/>
      <w:b/>
      <w:bCs/>
      <w:sz w:val="20"/>
    </w:rPr>
  </w:style>
  <w:style w:type="paragraph" w:styleId="Pealkiri4">
    <w:name w:val="heading 4"/>
    <w:basedOn w:val="Normaallaad"/>
    <w:next w:val="Normaallaad"/>
    <w:qFormat/>
    <w:pPr>
      <w:keepNext/>
      <w:ind w:left="-108" w:right="-108"/>
      <w:jc w:val="center"/>
      <w:outlineLvl w:val="3"/>
    </w:pPr>
    <w:rPr>
      <w:rFonts w:ascii="Arial" w:hAnsi="Arial" w:cs="Arial"/>
      <w:b/>
      <w:bCs/>
      <w:sz w:val="20"/>
    </w:rPr>
  </w:style>
  <w:style w:type="paragraph" w:styleId="Pealkiri5">
    <w:name w:val="heading 5"/>
    <w:basedOn w:val="Normaallaad"/>
    <w:next w:val="Normaallaad"/>
    <w:qFormat/>
    <w:pPr>
      <w:keepNext/>
      <w:ind w:right="276"/>
      <w:outlineLvl w:val="4"/>
    </w:pPr>
    <w:rPr>
      <w:b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styleId="Hperlink">
    <w:name w:val="Hyperlink"/>
    <w:rPr>
      <w:color w:val="0000FF"/>
      <w:u w:val="single"/>
    </w:rPr>
  </w:style>
  <w:style w:type="character" w:styleId="Lehekljenumber">
    <w:name w:val="page number"/>
    <w:rPr>
      <w:rFonts w:ascii="Arial Narrow" w:hAnsi="Arial Narrow"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sid w:val="00325823"/>
    <w:rPr>
      <w:rFonts w:ascii="Tahoma" w:hAnsi="Tahoma" w:cs="Tahoma"/>
      <w:sz w:val="16"/>
      <w:szCs w:val="16"/>
    </w:rPr>
  </w:style>
  <w:style w:type="character" w:customStyle="1" w:styleId="JalusMrk">
    <w:name w:val="Jalus Märk"/>
    <w:link w:val="Jalus"/>
    <w:uiPriority w:val="99"/>
    <w:rsid w:val="00D01C19"/>
    <w:rPr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AD7656"/>
    <w:pPr>
      <w:spacing w:before="100" w:beforeAutospacing="1" w:after="119"/>
    </w:pPr>
    <w:rPr>
      <w:lang w:val="en-US" w:eastAsia="en-US"/>
    </w:rPr>
  </w:style>
  <w:style w:type="paragraph" w:styleId="Loendilik">
    <w:name w:val="List Paragraph"/>
    <w:basedOn w:val="Normaallaad"/>
    <w:uiPriority w:val="34"/>
    <w:qFormat/>
    <w:rsid w:val="00384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irektsioon\11_Planeerimine-&amp;-areng\38_kasiraamat-ja-iso-060331\Leht_suur&amp;vaike_kirjanurk_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CFFE-B46D-4D8F-B4DE-E011A3DA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Leht_suur&amp;vaike_kirjanurk_v2.dot</Template>
  <TotalTime>147</TotalTime>
  <Pages>1</Pages>
  <Words>188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Kehtivate jooniste nimekiri</vt:lpstr>
      <vt:lpstr>Kehtivate jooniste nimekiri</vt:lpstr>
    </vt:vector>
  </TitlesOfParts>
  <Company>EA Reng AS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Kehtivate jooniste nimekiri</dc:title>
  <dc:subject>PD</dc:subject>
  <dc:creator>JPIB</dc:creator>
  <cp:lastModifiedBy>Priit Pärn</cp:lastModifiedBy>
  <cp:revision>8</cp:revision>
  <cp:lastPrinted>2016-11-30T11:29:00Z</cp:lastPrinted>
  <dcterms:created xsi:type="dcterms:W3CDTF">2016-11-30T09:23:00Z</dcterms:created>
  <dcterms:modified xsi:type="dcterms:W3CDTF">2016-11-30T11:49:00Z</dcterms:modified>
</cp:coreProperties>
</file>